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A5C842" w14:textId="770A28CD" w:rsidR="004B4BC0" w:rsidRPr="004A422C" w:rsidRDefault="001061CA" w:rsidP="00087D4E">
      <w:pPr>
        <w:pStyle w:val="Heading1"/>
        <w:rPr>
          <w:b w:val="0"/>
          <w:sz w:val="52"/>
        </w:rPr>
      </w:pPr>
      <w:r w:rsidRPr="001061CA">
        <w:rPr>
          <w:b w:val="0"/>
          <w:sz w:val="52"/>
        </w:rPr>
        <w:t xml:space="preserve">Electricity information </w:t>
      </w:r>
      <w:r w:rsidR="00891642">
        <w:rPr>
          <w:b w:val="0"/>
          <w:sz w:val="52"/>
        </w:rPr>
        <w:t>to fit</w:t>
      </w:r>
      <w:r w:rsidRPr="001061CA">
        <w:rPr>
          <w:b w:val="0"/>
          <w:sz w:val="52"/>
        </w:rPr>
        <w:t xml:space="preserve"> the bill:</w:t>
      </w:r>
      <w:r>
        <w:rPr>
          <w:b w:val="0"/>
          <w:sz w:val="52"/>
        </w:rPr>
        <w:t xml:space="preserve"> redesigning electricity bills to support consumer engagement</w:t>
      </w:r>
      <w:r w:rsidR="004A422C">
        <w:rPr>
          <w:b w:val="0"/>
          <w:sz w:val="52"/>
        </w:rPr>
        <w:t xml:space="preserve"> – </w:t>
      </w:r>
      <w:r w:rsidR="004A422C" w:rsidRPr="004A422C">
        <w:rPr>
          <w:b w:val="0"/>
          <w:sz w:val="52"/>
        </w:rPr>
        <w:t>Pre-analysis plan</w:t>
      </w:r>
      <w:r w:rsidR="004A422C">
        <w:rPr>
          <w:b w:val="0"/>
          <w:sz w:val="52"/>
        </w:rPr>
        <w:t xml:space="preserve"> </w:t>
      </w:r>
      <w:bookmarkStart w:id="0" w:name="_GoBack"/>
      <w:bookmarkEnd w:id="0"/>
    </w:p>
    <w:p w14:paraId="23C345F7" w14:textId="465169A7" w:rsidR="006C490E" w:rsidRPr="007D5240" w:rsidRDefault="009F6DAF" w:rsidP="007D5240">
      <w:pPr>
        <w:spacing w:line="276" w:lineRule="auto"/>
      </w:pPr>
      <w:r>
        <w:t xml:space="preserve">While we did not publicly pre-register this trial, we did time stamp this pre-analysis plan by emailing it to </w:t>
      </w:r>
      <w:r w:rsidR="007D5240" w:rsidRPr="007D5240">
        <w:t>BETA’s Academic Advisory Panel</w:t>
      </w:r>
      <w:r w:rsidR="007D5240">
        <w:t xml:space="preserve"> on 7 September 2018</w:t>
      </w:r>
      <w:r w:rsidR="007D5240" w:rsidRPr="007D5240">
        <w:t xml:space="preserve">. </w:t>
      </w:r>
      <w:r w:rsidR="00E97152">
        <w:t>This</w:t>
      </w:r>
      <w:r w:rsidR="007D5240">
        <w:t xml:space="preserve"> occurred after the launch of the trial on 29 August 2018, </w:t>
      </w:r>
      <w:r w:rsidR="00E97152">
        <w:t xml:space="preserve">but </w:t>
      </w:r>
      <w:r w:rsidR="007D5240">
        <w:t>it was before we had received any data or commenced any analysis.</w:t>
      </w:r>
    </w:p>
    <w:p w14:paraId="4D394743" w14:textId="1A30C472" w:rsidR="00E74E0D" w:rsidRDefault="001061CA" w:rsidP="00E74E0D">
      <w:pPr>
        <w:pStyle w:val="Heading2"/>
      </w:pPr>
      <w:r>
        <w:t>Policy problem and</w:t>
      </w:r>
      <w:r w:rsidR="00E74E0D" w:rsidRPr="00E74E0D">
        <w:t xml:space="preserve"> trial aims</w:t>
      </w:r>
    </w:p>
    <w:p w14:paraId="666D8C06" w14:textId="77777777" w:rsidR="001061CA" w:rsidRDefault="001061CA" w:rsidP="001061CA">
      <w:pPr>
        <w:spacing w:line="276" w:lineRule="auto"/>
      </w:pPr>
      <w:r>
        <w:t>Residential</w:t>
      </w:r>
      <w:r w:rsidRPr="008F637F">
        <w:t xml:space="preserve"> electricity prices have increased by </w:t>
      </w:r>
      <w:r>
        <w:t>56</w:t>
      </w:r>
      <w:r w:rsidRPr="008F637F">
        <w:t xml:space="preserve"> per cent </w:t>
      </w:r>
      <w:r>
        <w:t xml:space="preserve">in real terms on average </w:t>
      </w:r>
      <w:r w:rsidRPr="008F637F">
        <w:t>in the past decade, placing increasing cost of living pressure on households, particularly those with low income. Ensuring reliable and affordable energy for households is a major priority for the Austr</w:t>
      </w:r>
      <w:r>
        <w:t>alian Government.</w:t>
      </w:r>
    </w:p>
    <w:p w14:paraId="13A1B13A" w14:textId="77777777" w:rsidR="001061CA" w:rsidRPr="001734D2" w:rsidRDefault="001061CA" w:rsidP="001061CA">
      <w:pPr>
        <w:spacing w:line="276" w:lineRule="auto"/>
        <w:rPr>
          <w:b/>
        </w:rPr>
      </w:pPr>
      <w:r w:rsidRPr="009A5B03">
        <w:t xml:space="preserve">The Australian Government is </w:t>
      </w:r>
      <w:r w:rsidRPr="008F637F">
        <w:t xml:space="preserve">implementing </w:t>
      </w:r>
      <w:r>
        <w:t>a number of reforms</w:t>
      </w:r>
      <w:r w:rsidRPr="008F637F">
        <w:t xml:space="preserve"> to reduce</w:t>
      </w:r>
      <w:r w:rsidRPr="009A5B03">
        <w:t xml:space="preserve"> energy </w:t>
      </w:r>
      <w:r w:rsidRPr="008F637F">
        <w:t xml:space="preserve">costs </w:t>
      </w:r>
      <w:r w:rsidRPr="009A5B03">
        <w:t>for households and businesses.</w:t>
      </w:r>
      <w:r>
        <w:t xml:space="preserve"> This includes acting on key recommendations from the ACCC’s final report on retail electricity pricing, such as implementing a default price to ensure Australians are not paying more than they need to for electricity.</w:t>
      </w:r>
    </w:p>
    <w:p w14:paraId="10C14806" w14:textId="77777777" w:rsidR="001061CA" w:rsidRDefault="001061CA" w:rsidP="001061CA">
      <w:pPr>
        <w:spacing w:line="276" w:lineRule="auto"/>
      </w:pPr>
      <w:r>
        <w:t>The Department of the Environment and Energy has commissioned BETA to undertake a project t</w:t>
      </w:r>
      <w:r w:rsidRPr="001061CA">
        <w:t xml:space="preserve">o test different versions of electricity bills. The aim is to </w:t>
      </w:r>
      <w:r>
        <w:t>determine what type of</w:t>
      </w:r>
      <w:r w:rsidRPr="001061CA">
        <w:t xml:space="preserve"> bill content and format helps promote customer engagement in the energy market, with the aim to lower consumers’ energy bills.</w:t>
      </w:r>
    </w:p>
    <w:p w14:paraId="7CF76EB0" w14:textId="6E320A47" w:rsidR="00E74E0D" w:rsidRPr="00E74E0D" w:rsidRDefault="00E74E0D" w:rsidP="001061CA">
      <w:pPr>
        <w:pStyle w:val="Heading2"/>
      </w:pPr>
      <w:r>
        <w:t>O</w:t>
      </w:r>
      <w:r w:rsidRPr="00E74E0D">
        <w:t>utcome measures</w:t>
      </w:r>
    </w:p>
    <w:p w14:paraId="55037DA1" w14:textId="77777777" w:rsidR="001061CA" w:rsidRDefault="001061CA" w:rsidP="001061CA">
      <w:pPr>
        <w:rPr>
          <w:lang w:val="en-US"/>
        </w:rPr>
      </w:pPr>
      <w:r>
        <w:rPr>
          <w:lang w:val="en-US"/>
        </w:rPr>
        <w:t xml:space="preserve">There are two </w:t>
      </w:r>
      <w:r w:rsidRPr="00837B12">
        <w:rPr>
          <w:i/>
          <w:lang w:val="en-US"/>
        </w:rPr>
        <w:t>primary outcome</w:t>
      </w:r>
      <w:r>
        <w:rPr>
          <w:i/>
          <w:lang w:val="en-US"/>
        </w:rPr>
        <w:t>s</w:t>
      </w:r>
      <w:r>
        <w:rPr>
          <w:lang w:val="en-US"/>
        </w:rPr>
        <w:t xml:space="preserve"> for this trial. They are </w:t>
      </w:r>
    </w:p>
    <w:p w14:paraId="01F76D5F" w14:textId="3231DD72" w:rsidR="001061CA" w:rsidRPr="002D311C" w:rsidRDefault="001061CA" w:rsidP="001061CA">
      <w:pPr>
        <w:pStyle w:val="ListParagraph"/>
        <w:numPr>
          <w:ilvl w:val="0"/>
          <w:numId w:val="4"/>
        </w:numPr>
        <w:spacing w:before="0" w:line="288" w:lineRule="auto"/>
      </w:pPr>
      <w:r>
        <w:t xml:space="preserve">Self-efficacy beliefs </w:t>
      </w:r>
      <w:r w:rsidR="00413CBF">
        <w:t xml:space="preserve">[referred to as ‘confidence’ in the report] </w:t>
      </w:r>
      <w:r>
        <w:t xml:space="preserve">regarding use of the bill to help look into options </w:t>
      </w:r>
      <w:r w:rsidRPr="00E176E1">
        <w:rPr>
          <w:lang w:val="en-US"/>
        </w:rPr>
        <w:t>for switchi</w:t>
      </w:r>
      <w:r>
        <w:rPr>
          <w:lang w:val="en-US"/>
        </w:rPr>
        <w:t>ng plans to find a better offer</w:t>
      </w:r>
    </w:p>
    <w:p w14:paraId="0C2B8DDC" w14:textId="77777777" w:rsidR="001061CA" w:rsidRPr="006E4D03" w:rsidRDefault="001061CA" w:rsidP="001061CA">
      <w:pPr>
        <w:pStyle w:val="ListParagraph"/>
        <w:numPr>
          <w:ilvl w:val="1"/>
          <w:numId w:val="4"/>
        </w:numPr>
        <w:spacing w:before="0" w:line="288" w:lineRule="auto"/>
      </w:pPr>
      <w:r>
        <w:rPr>
          <w:lang w:val="en-US"/>
        </w:rPr>
        <w:t>This is a continuous variable based on the average of two items scored on a seven-point Likert scale</w:t>
      </w:r>
    </w:p>
    <w:p w14:paraId="7DEDFB2D" w14:textId="77777777" w:rsidR="001061CA" w:rsidRDefault="001061CA" w:rsidP="001061CA">
      <w:pPr>
        <w:ind w:left="360" w:firstLine="720"/>
        <w:rPr>
          <w:lang w:val="en-US"/>
        </w:rPr>
      </w:pPr>
      <w:r>
        <w:rPr>
          <w:lang w:val="en-US"/>
        </w:rPr>
        <w:t xml:space="preserve">“Would this new bill make you feel more or less able to use your bill to: </w:t>
      </w:r>
    </w:p>
    <w:p w14:paraId="2DC9DE68" w14:textId="77777777" w:rsidR="001061CA" w:rsidRDefault="001061CA" w:rsidP="001061CA">
      <w:pPr>
        <w:pStyle w:val="ListParagraph"/>
        <w:numPr>
          <w:ilvl w:val="0"/>
          <w:numId w:val="5"/>
        </w:numPr>
        <w:spacing w:before="0" w:after="0" w:line="240" w:lineRule="auto"/>
        <w:rPr>
          <w:lang w:val="en-US"/>
        </w:rPr>
      </w:pPr>
      <w:r>
        <w:rPr>
          <w:lang w:val="en-US"/>
        </w:rPr>
        <w:t>Help work out whether your household could be on a cheaper electricity plan?</w:t>
      </w:r>
    </w:p>
    <w:p w14:paraId="34660A15" w14:textId="77777777" w:rsidR="001061CA" w:rsidRPr="00AA3909" w:rsidRDefault="001061CA" w:rsidP="001061CA">
      <w:pPr>
        <w:pStyle w:val="ListParagraph"/>
        <w:numPr>
          <w:ilvl w:val="0"/>
          <w:numId w:val="5"/>
        </w:numPr>
        <w:spacing w:before="0" w:after="0" w:line="240" w:lineRule="auto"/>
        <w:rPr>
          <w:lang w:val="en-US"/>
        </w:rPr>
      </w:pPr>
      <w:r>
        <w:rPr>
          <w:lang w:val="en-US"/>
        </w:rPr>
        <w:t>Look in to your</w:t>
      </w:r>
      <w:r w:rsidRPr="00AA3909">
        <w:rPr>
          <w:lang w:val="en-US"/>
        </w:rPr>
        <w:t xml:space="preserve"> options for switching </w:t>
      </w:r>
      <w:r>
        <w:rPr>
          <w:lang w:val="en-US"/>
        </w:rPr>
        <w:t xml:space="preserve">to a cheaper </w:t>
      </w:r>
      <w:r w:rsidRPr="00AA3909">
        <w:rPr>
          <w:lang w:val="en-US"/>
        </w:rPr>
        <w:t>electricity plan?</w:t>
      </w:r>
    </w:p>
    <w:p w14:paraId="499D9A59" w14:textId="77777777" w:rsidR="001061CA" w:rsidRPr="00452E7B" w:rsidRDefault="001061CA" w:rsidP="001061CA">
      <w:pPr>
        <w:ind w:left="1800"/>
        <w:rPr>
          <w:lang w:val="en-US"/>
        </w:rPr>
      </w:pPr>
      <w:r w:rsidRPr="00507AA6">
        <w:rPr>
          <w:lang w:val="en-US"/>
        </w:rPr>
        <w:lastRenderedPageBreak/>
        <w:t xml:space="preserve">Much less able / </w:t>
      </w:r>
      <w:r w:rsidRPr="006926B6">
        <w:rPr>
          <w:lang w:val="en-US"/>
        </w:rPr>
        <w:t xml:space="preserve">moderately less able / slightly less able / about the same / slightly more able / </w:t>
      </w:r>
      <w:r w:rsidRPr="001C1D84">
        <w:rPr>
          <w:lang w:val="en-US"/>
        </w:rPr>
        <w:t>moderately more able / much more able</w:t>
      </w:r>
      <w:r>
        <w:rPr>
          <w:lang w:val="en-US"/>
        </w:rPr>
        <w:t>”</w:t>
      </w:r>
    </w:p>
    <w:p w14:paraId="3E37368D" w14:textId="77777777" w:rsidR="001061CA" w:rsidRPr="002D311C" w:rsidRDefault="001061CA" w:rsidP="001061CA">
      <w:pPr>
        <w:pStyle w:val="ListParagraph"/>
        <w:numPr>
          <w:ilvl w:val="0"/>
          <w:numId w:val="4"/>
        </w:numPr>
        <w:spacing w:before="0" w:line="288" w:lineRule="auto"/>
      </w:pPr>
      <w:r>
        <w:rPr>
          <w:lang w:val="en-US"/>
        </w:rPr>
        <w:t xml:space="preserve">Stated intention to </w:t>
      </w:r>
      <w:r>
        <w:t xml:space="preserve">look into options </w:t>
      </w:r>
      <w:r w:rsidRPr="009178B5">
        <w:rPr>
          <w:lang w:val="en-US"/>
        </w:rPr>
        <w:t xml:space="preserve">for switching </w:t>
      </w:r>
      <w:r>
        <w:rPr>
          <w:lang w:val="en-US"/>
        </w:rPr>
        <w:t>plans</w:t>
      </w:r>
      <w:r w:rsidRPr="009178B5">
        <w:rPr>
          <w:lang w:val="en-US"/>
        </w:rPr>
        <w:t xml:space="preserve"> </w:t>
      </w:r>
      <w:r>
        <w:rPr>
          <w:lang w:val="en-US"/>
        </w:rPr>
        <w:t>to find a better offer</w:t>
      </w:r>
    </w:p>
    <w:p w14:paraId="6734A07A" w14:textId="77777777" w:rsidR="001061CA" w:rsidRPr="006E4D03" w:rsidRDefault="001061CA" w:rsidP="001061CA">
      <w:pPr>
        <w:pStyle w:val="ListParagraph"/>
        <w:numPr>
          <w:ilvl w:val="1"/>
          <w:numId w:val="4"/>
        </w:numPr>
        <w:spacing w:before="0" w:line="288" w:lineRule="auto"/>
      </w:pPr>
      <w:r>
        <w:rPr>
          <w:lang w:val="en-US"/>
        </w:rPr>
        <w:t>This is a binary variable based on a yes/no response</w:t>
      </w:r>
    </w:p>
    <w:p w14:paraId="68FD5FAE" w14:textId="77777777" w:rsidR="001061CA" w:rsidRDefault="001061CA" w:rsidP="001061CA">
      <w:pPr>
        <w:ind w:left="1440"/>
        <w:rPr>
          <w:lang w:val="en-US"/>
        </w:rPr>
      </w:pPr>
      <w:r>
        <w:rPr>
          <w:lang w:val="en-US"/>
        </w:rPr>
        <w:t>“In the next year, d</w:t>
      </w:r>
      <w:r w:rsidRPr="00A01DC8">
        <w:rPr>
          <w:lang w:val="en-US"/>
        </w:rPr>
        <w:t xml:space="preserve">o you intend to </w:t>
      </w:r>
      <w:r w:rsidRPr="009178B5">
        <w:rPr>
          <w:lang w:val="en-US"/>
        </w:rPr>
        <w:t xml:space="preserve">look into options for switching </w:t>
      </w:r>
      <w:r>
        <w:rPr>
          <w:lang w:val="en-US"/>
        </w:rPr>
        <w:t>plans</w:t>
      </w:r>
      <w:r w:rsidRPr="009178B5">
        <w:rPr>
          <w:lang w:val="en-US"/>
        </w:rPr>
        <w:t xml:space="preserve"> </w:t>
      </w:r>
      <w:r>
        <w:rPr>
          <w:lang w:val="en-US"/>
        </w:rPr>
        <w:t>to find a cheaper offer</w:t>
      </w:r>
      <w:r w:rsidRPr="00A01DC8">
        <w:rPr>
          <w:lang w:val="en-US"/>
        </w:rPr>
        <w:t>?</w:t>
      </w:r>
      <w:r>
        <w:rPr>
          <w:lang w:val="en-US"/>
        </w:rPr>
        <w:t>”</w:t>
      </w:r>
    </w:p>
    <w:p w14:paraId="5B4C7D9C" w14:textId="77777777" w:rsidR="001061CA" w:rsidRDefault="001061CA" w:rsidP="001061CA">
      <w:pPr>
        <w:ind w:left="1440"/>
        <w:rPr>
          <w:lang w:val="en-US"/>
        </w:rPr>
      </w:pPr>
      <w:r>
        <w:rPr>
          <w:lang w:val="en-US"/>
        </w:rPr>
        <w:t>Yes/No</w:t>
      </w:r>
    </w:p>
    <w:p w14:paraId="207BBCFD" w14:textId="77777777" w:rsidR="001061CA" w:rsidRDefault="001061CA" w:rsidP="001061CA">
      <w:r>
        <w:t xml:space="preserve">The trial will also include a number of </w:t>
      </w:r>
      <w:r w:rsidRPr="00837B12">
        <w:rPr>
          <w:i/>
        </w:rPr>
        <w:t>secondary outcomes</w:t>
      </w:r>
      <w:r>
        <w:t>, including:</w:t>
      </w:r>
    </w:p>
    <w:p w14:paraId="460DFE4A" w14:textId="77777777" w:rsidR="001061CA" w:rsidRPr="00E176E1" w:rsidRDefault="001061CA" w:rsidP="001061CA">
      <w:pPr>
        <w:pStyle w:val="ListParagraph"/>
        <w:numPr>
          <w:ilvl w:val="0"/>
          <w:numId w:val="4"/>
        </w:numPr>
        <w:spacing w:before="0" w:after="160" w:line="259" w:lineRule="auto"/>
        <w:contextualSpacing/>
      </w:pPr>
      <w:r w:rsidRPr="00040C98">
        <w:t>Clarity</w:t>
      </w:r>
      <w:r>
        <w:t xml:space="preserve"> and comprehension of electricity bill content;</w:t>
      </w:r>
      <w:r w:rsidRPr="00040C98">
        <w:rPr>
          <w:lang w:val="en-US"/>
        </w:rPr>
        <w:t xml:space="preserve"> </w:t>
      </w:r>
    </w:p>
    <w:p w14:paraId="21E1488F" w14:textId="77777777" w:rsidR="001061CA" w:rsidRPr="00040C98" w:rsidRDefault="001061CA" w:rsidP="001061CA">
      <w:pPr>
        <w:pStyle w:val="ListParagraph"/>
        <w:numPr>
          <w:ilvl w:val="0"/>
          <w:numId w:val="4"/>
        </w:numPr>
        <w:spacing w:before="0" w:after="160" w:line="259" w:lineRule="auto"/>
        <w:contextualSpacing/>
      </w:pPr>
      <w:r>
        <w:t>Concerns and expectations</w:t>
      </w:r>
      <w:r w:rsidRPr="00040C98">
        <w:t xml:space="preserve"> about engaging with the electricity market to find a better offer</w:t>
      </w:r>
    </w:p>
    <w:p w14:paraId="2B8C8B1B" w14:textId="098D8FD6" w:rsidR="001061CA" w:rsidRDefault="001061CA" w:rsidP="001061CA">
      <w:pPr>
        <w:pStyle w:val="ListParagraph"/>
        <w:numPr>
          <w:ilvl w:val="0"/>
          <w:numId w:val="4"/>
        </w:numPr>
        <w:spacing w:before="0" w:after="160" w:line="259" w:lineRule="auto"/>
        <w:contextualSpacing/>
      </w:pPr>
      <w:r w:rsidRPr="00040C98">
        <w:t>Engagement with government electricity market comparator website (click-through rate)</w:t>
      </w:r>
    </w:p>
    <w:p w14:paraId="1B5244B5" w14:textId="7B7E9B66" w:rsidR="001248F3" w:rsidRDefault="001248F3" w:rsidP="00E74E0D">
      <w:pPr>
        <w:pStyle w:val="Heading2"/>
      </w:pPr>
      <w:r>
        <w:t>P</w:t>
      </w:r>
      <w:r w:rsidRPr="00E74E0D">
        <w:t xml:space="preserve">ower </w:t>
      </w:r>
    </w:p>
    <w:p w14:paraId="431C9782" w14:textId="69D45A6E" w:rsidR="001248F3" w:rsidRDefault="001248F3" w:rsidP="001248F3">
      <w:pPr>
        <w:rPr>
          <w:lang w:val="en-US"/>
        </w:rPr>
      </w:pPr>
      <w:r>
        <w:t xml:space="preserve">The trial </w:t>
      </w:r>
      <w:r w:rsidRPr="006773FE">
        <w:rPr>
          <w:lang w:val="en-US"/>
        </w:rPr>
        <w:t xml:space="preserve">has power to detect a minimum effect size of </w:t>
      </w:r>
      <w:r>
        <w:rPr>
          <w:lang w:val="en-US"/>
        </w:rPr>
        <w:t>0</w:t>
      </w:r>
      <w:r w:rsidRPr="006773FE">
        <w:rPr>
          <w:lang w:val="en-US"/>
        </w:rPr>
        <w:t>.1</w:t>
      </w:r>
      <w:r>
        <w:rPr>
          <w:lang w:val="en-US"/>
        </w:rPr>
        <w:t>5</w:t>
      </w:r>
      <w:r w:rsidRPr="006773FE">
        <w:rPr>
          <w:lang w:val="en-US"/>
        </w:rPr>
        <w:t xml:space="preserve"> (Cohens h) assuming 80% power and 95% confidence between any two groups.</w:t>
      </w:r>
    </w:p>
    <w:p w14:paraId="55B79CF6" w14:textId="77777777" w:rsidR="001248F3" w:rsidRDefault="001248F3" w:rsidP="001248F3">
      <w:pPr>
        <w:pStyle w:val="Heading2"/>
      </w:pPr>
      <w:r>
        <w:t>Sample</w:t>
      </w:r>
    </w:p>
    <w:p w14:paraId="000D5F64" w14:textId="77777777" w:rsidR="001248F3" w:rsidRDefault="001248F3" w:rsidP="001248F3">
      <w:r>
        <w:t>Approximately 4,200 survey participants will be recruited through the Online Research Unit recruitment panel. Participants will be r</w:t>
      </w:r>
      <w:r w:rsidRPr="001459BF">
        <w:t>epresentative of the Australian population in deregulated NEM states</w:t>
      </w:r>
      <w:r>
        <w:t xml:space="preserve">. </w:t>
      </w:r>
    </w:p>
    <w:p w14:paraId="566055D5" w14:textId="77777777" w:rsidR="001248F3" w:rsidRPr="001459BF" w:rsidRDefault="001248F3" w:rsidP="001248F3">
      <w:r w:rsidRPr="001459BF">
        <w:t>Participant inclusion/exclusion criteria</w:t>
      </w:r>
    </w:p>
    <w:p w14:paraId="48C9AA0A" w14:textId="77777777" w:rsidR="001248F3" w:rsidRPr="001459BF" w:rsidRDefault="001248F3" w:rsidP="001248F3">
      <w:pPr>
        <w:pStyle w:val="ListParagraph"/>
        <w:numPr>
          <w:ilvl w:val="0"/>
          <w:numId w:val="4"/>
        </w:numPr>
        <w:spacing w:before="0" w:after="160" w:line="259" w:lineRule="auto"/>
        <w:contextualSpacing/>
      </w:pPr>
      <w:r w:rsidRPr="001459BF">
        <w:t>Must be the person in household responsible for paying electricity bills</w:t>
      </w:r>
    </w:p>
    <w:p w14:paraId="7B8D1D6B" w14:textId="77777777" w:rsidR="001248F3" w:rsidRPr="001459BF" w:rsidRDefault="001248F3" w:rsidP="001248F3">
      <w:pPr>
        <w:pStyle w:val="ListParagraph"/>
        <w:numPr>
          <w:ilvl w:val="0"/>
          <w:numId w:val="4"/>
        </w:numPr>
        <w:spacing w:before="0" w:after="160" w:line="259" w:lineRule="auto"/>
        <w:contextualSpacing/>
      </w:pPr>
      <w:r w:rsidRPr="001459BF">
        <w:t>Must be aged 18+ years old</w:t>
      </w:r>
    </w:p>
    <w:p w14:paraId="6FAE7F44" w14:textId="77777777" w:rsidR="001248F3" w:rsidRPr="001459BF" w:rsidRDefault="001248F3" w:rsidP="001248F3">
      <w:pPr>
        <w:pStyle w:val="ListParagraph"/>
        <w:numPr>
          <w:ilvl w:val="0"/>
          <w:numId w:val="4"/>
        </w:numPr>
        <w:spacing w:before="0" w:after="160" w:line="259" w:lineRule="auto"/>
        <w:contextualSpacing/>
      </w:pPr>
      <w:r w:rsidRPr="001459BF">
        <w:t>Must be residing in SA, NSW, SE-QLD, VIC</w:t>
      </w:r>
    </w:p>
    <w:p w14:paraId="1455350A" w14:textId="77777777" w:rsidR="001248F3" w:rsidRPr="001459BF" w:rsidRDefault="001248F3" w:rsidP="001248F3">
      <w:pPr>
        <w:pStyle w:val="ListParagraph"/>
        <w:numPr>
          <w:ilvl w:val="0"/>
          <w:numId w:val="4"/>
        </w:numPr>
        <w:spacing w:before="0" w:after="160" w:line="259" w:lineRule="auto"/>
        <w:contextualSpacing/>
      </w:pPr>
      <w:r w:rsidRPr="001459BF">
        <w:t>Must not be residing in WA, ACT, TAS, NT, Other-QLD</w:t>
      </w:r>
    </w:p>
    <w:p w14:paraId="129E15D1" w14:textId="64553B17" w:rsidR="001248F3" w:rsidRPr="001248F3" w:rsidRDefault="001248F3" w:rsidP="001248F3">
      <w:pPr>
        <w:pStyle w:val="ListParagraph"/>
        <w:numPr>
          <w:ilvl w:val="0"/>
          <w:numId w:val="4"/>
        </w:numPr>
        <w:spacing w:before="0" w:after="160" w:line="259" w:lineRule="auto"/>
        <w:contextualSpacing/>
      </w:pPr>
      <w:r w:rsidRPr="001459BF">
        <w:t>Must have agreed to have most recent electricity bill with them when they complete the survey</w:t>
      </w:r>
    </w:p>
    <w:p w14:paraId="6D329F3A" w14:textId="22DCC65A" w:rsidR="001248F3" w:rsidRDefault="001248F3" w:rsidP="001248F3">
      <w:pPr>
        <w:pStyle w:val="Heading2"/>
      </w:pPr>
      <w:r>
        <w:t>Randomisation</w:t>
      </w:r>
    </w:p>
    <w:p w14:paraId="0AB220B9" w14:textId="4C2D8073" w:rsidR="001248F3" w:rsidRPr="001248F3" w:rsidRDefault="001248F3" w:rsidP="001248F3">
      <w:r>
        <w:t>R</w:t>
      </w:r>
      <w:r>
        <w:rPr>
          <w:lang w:val="en-US"/>
        </w:rPr>
        <w:t xml:space="preserve">andomisation will occur through a computer algorithm embedded in the survey. It will be at the individual level with a </w:t>
      </w:r>
      <w:r w:rsidRPr="00B72286">
        <w:rPr>
          <w:lang w:val="en-US"/>
        </w:rPr>
        <w:t>1:1 ratio between groups</w:t>
      </w:r>
      <w:r>
        <w:rPr>
          <w:lang w:val="en-US"/>
        </w:rPr>
        <w:t>.</w:t>
      </w:r>
    </w:p>
    <w:p w14:paraId="3D414224" w14:textId="478DA621" w:rsidR="00E74E0D" w:rsidRDefault="00E74E0D" w:rsidP="00E74E0D">
      <w:pPr>
        <w:pStyle w:val="Heading2"/>
      </w:pPr>
      <w:r w:rsidRPr="00E74E0D">
        <w:t>Interventions</w:t>
      </w:r>
    </w:p>
    <w:p w14:paraId="73B4813D" w14:textId="77777777" w:rsidR="001248F3" w:rsidRPr="001459BF" w:rsidRDefault="001248F3" w:rsidP="001248F3">
      <w:pPr>
        <w:pStyle w:val="ListParagraph"/>
        <w:numPr>
          <w:ilvl w:val="0"/>
          <w:numId w:val="11"/>
        </w:numPr>
        <w:spacing w:before="0" w:line="288" w:lineRule="auto"/>
        <w:rPr>
          <w:lang w:val="en-US"/>
        </w:rPr>
      </w:pPr>
      <w:r w:rsidRPr="001459BF">
        <w:rPr>
          <w:lang w:val="en-US"/>
        </w:rPr>
        <w:t xml:space="preserve">New bill format design (making more salient and visually </w:t>
      </w:r>
      <w:r>
        <w:rPr>
          <w:lang w:val="en-US"/>
        </w:rPr>
        <w:t>appealing important information. P</w:t>
      </w:r>
      <w:r w:rsidRPr="001459BF">
        <w:rPr>
          <w:lang w:val="en-US"/>
        </w:rPr>
        <w:t>resenting individual energy usage information in dollar terms instead of kWh and making more transparent and salient discount, concession and rebate information)</w:t>
      </w:r>
    </w:p>
    <w:p w14:paraId="6ECEF5E5" w14:textId="77777777" w:rsidR="001248F3" w:rsidRPr="00B72286" w:rsidRDefault="001248F3" w:rsidP="001248F3">
      <w:pPr>
        <w:pStyle w:val="ListParagraph"/>
        <w:numPr>
          <w:ilvl w:val="0"/>
          <w:numId w:val="11"/>
        </w:numPr>
        <w:spacing w:before="0" w:line="288" w:lineRule="auto"/>
        <w:rPr>
          <w:lang w:val="en-US"/>
        </w:rPr>
      </w:pPr>
      <w:r>
        <w:rPr>
          <w:lang w:val="en-US"/>
        </w:rPr>
        <w:lastRenderedPageBreak/>
        <w:t>G</w:t>
      </w:r>
      <w:r w:rsidRPr="00B72286">
        <w:rPr>
          <w:lang w:val="en-US"/>
        </w:rPr>
        <w:t>eneric call to action</w:t>
      </w:r>
      <w:r>
        <w:rPr>
          <w:lang w:val="en-US"/>
        </w:rPr>
        <w:t xml:space="preserve"> to switch to a cheaper offer (appealing to social comparisons and loss aversion)</w:t>
      </w:r>
    </w:p>
    <w:p w14:paraId="14BC5266" w14:textId="77777777" w:rsidR="001248F3" w:rsidRDefault="001248F3" w:rsidP="001248F3">
      <w:pPr>
        <w:pStyle w:val="ListParagraph"/>
        <w:numPr>
          <w:ilvl w:val="0"/>
          <w:numId w:val="11"/>
        </w:numPr>
        <w:spacing w:before="0" w:line="288" w:lineRule="auto"/>
        <w:rPr>
          <w:lang w:val="en-US"/>
        </w:rPr>
      </w:pPr>
      <w:r>
        <w:rPr>
          <w:lang w:val="en-US"/>
        </w:rPr>
        <w:t>P</w:t>
      </w:r>
      <w:r w:rsidRPr="00B72286">
        <w:rPr>
          <w:lang w:val="en-US"/>
        </w:rPr>
        <w:t>ersonalis</w:t>
      </w:r>
      <w:r>
        <w:rPr>
          <w:lang w:val="en-US"/>
        </w:rPr>
        <w:t xml:space="preserve">ation of the </w:t>
      </w:r>
      <w:r w:rsidRPr="00B72286">
        <w:rPr>
          <w:lang w:val="en-US"/>
        </w:rPr>
        <w:t>call to action</w:t>
      </w:r>
      <w:r>
        <w:rPr>
          <w:lang w:val="en-US"/>
        </w:rPr>
        <w:t xml:space="preserve"> to switch to a cheaper offer (appealing to social comparisons, loss aversion and personalisation)</w:t>
      </w:r>
    </w:p>
    <w:p w14:paraId="17B1BE71" w14:textId="77777777" w:rsidR="001248F3" w:rsidRPr="001459BF" w:rsidRDefault="001248F3" w:rsidP="001248F3">
      <w:pPr>
        <w:pStyle w:val="ListParagraph"/>
        <w:numPr>
          <w:ilvl w:val="0"/>
          <w:numId w:val="11"/>
        </w:numPr>
        <w:spacing w:before="0" w:line="288" w:lineRule="auto"/>
        <w:rPr>
          <w:lang w:val="en-US"/>
        </w:rPr>
      </w:pPr>
      <w:r>
        <w:rPr>
          <w:lang w:val="en-US"/>
        </w:rPr>
        <w:t>Unique code (reduce friction costs by providing unique code to be used at Australian Government comparison website: EnergyMadeEasy.gov.au)</w:t>
      </w:r>
    </w:p>
    <w:p w14:paraId="18E3AF0C" w14:textId="77777777" w:rsidR="001248F3" w:rsidRDefault="001248F3" w:rsidP="001248F3">
      <w:pPr>
        <w:rPr>
          <w:lang w:val="en-US"/>
        </w:rPr>
      </w:pPr>
      <w:r>
        <w:rPr>
          <w:lang w:val="en-US"/>
        </w:rPr>
        <w:t>Bills/ Trial conditions</w:t>
      </w:r>
    </w:p>
    <w:p w14:paraId="71BF2976" w14:textId="77777777" w:rsidR="001248F3" w:rsidRPr="001459BF" w:rsidRDefault="001248F3" w:rsidP="001248F3">
      <w:pPr>
        <w:pStyle w:val="ListParagraph"/>
        <w:numPr>
          <w:ilvl w:val="0"/>
          <w:numId w:val="12"/>
        </w:numPr>
        <w:spacing w:before="0" w:line="288" w:lineRule="auto"/>
        <w:rPr>
          <w:lang w:val="en-US"/>
        </w:rPr>
      </w:pPr>
      <w:r w:rsidRPr="001459BF">
        <w:rPr>
          <w:lang w:val="en-US"/>
        </w:rPr>
        <w:t>Typical bill format</w:t>
      </w:r>
      <w:r>
        <w:rPr>
          <w:lang w:val="en-US"/>
        </w:rPr>
        <w:t xml:space="preserve"> (C1)</w:t>
      </w:r>
    </w:p>
    <w:p w14:paraId="4DA6865B" w14:textId="77777777" w:rsidR="001248F3" w:rsidRPr="001459BF" w:rsidRDefault="001248F3" w:rsidP="001248F3">
      <w:pPr>
        <w:pStyle w:val="ListParagraph"/>
        <w:numPr>
          <w:ilvl w:val="0"/>
          <w:numId w:val="12"/>
        </w:numPr>
        <w:spacing w:before="0" w:line="288" w:lineRule="auto"/>
        <w:rPr>
          <w:lang w:val="en-US"/>
        </w:rPr>
      </w:pPr>
      <w:r w:rsidRPr="001459BF">
        <w:rPr>
          <w:lang w:val="en-US"/>
        </w:rPr>
        <w:t xml:space="preserve">Typical bill format + generic call to action </w:t>
      </w:r>
      <w:r>
        <w:rPr>
          <w:lang w:val="en-US"/>
        </w:rPr>
        <w:t>(C2)</w:t>
      </w:r>
    </w:p>
    <w:p w14:paraId="087D3FE2" w14:textId="77777777" w:rsidR="001248F3" w:rsidRPr="00B72286" w:rsidRDefault="001248F3" w:rsidP="001248F3">
      <w:pPr>
        <w:pStyle w:val="ListParagraph"/>
        <w:numPr>
          <w:ilvl w:val="0"/>
          <w:numId w:val="12"/>
        </w:numPr>
        <w:spacing w:before="0" w:line="288" w:lineRule="auto"/>
        <w:rPr>
          <w:lang w:val="en-US"/>
        </w:rPr>
      </w:pPr>
      <w:r w:rsidRPr="00B72286">
        <w:rPr>
          <w:lang w:val="en-US"/>
        </w:rPr>
        <w:t>New</w:t>
      </w:r>
      <w:r>
        <w:rPr>
          <w:lang w:val="en-US"/>
        </w:rPr>
        <w:t xml:space="preserve"> format design (T1)</w:t>
      </w:r>
    </w:p>
    <w:p w14:paraId="48086704" w14:textId="77777777" w:rsidR="001248F3" w:rsidRPr="00B72286" w:rsidRDefault="001248F3" w:rsidP="001248F3">
      <w:pPr>
        <w:pStyle w:val="ListParagraph"/>
        <w:numPr>
          <w:ilvl w:val="0"/>
          <w:numId w:val="12"/>
        </w:numPr>
        <w:spacing w:before="0" w:line="288" w:lineRule="auto"/>
        <w:rPr>
          <w:lang w:val="en-US"/>
        </w:rPr>
      </w:pPr>
      <w:r>
        <w:rPr>
          <w:lang w:val="en-US"/>
        </w:rPr>
        <w:t xml:space="preserve">New format design </w:t>
      </w:r>
      <w:r w:rsidRPr="00B72286">
        <w:rPr>
          <w:lang w:val="en-US"/>
        </w:rPr>
        <w:t>+ generic call to action</w:t>
      </w:r>
      <w:r>
        <w:rPr>
          <w:lang w:val="en-US"/>
        </w:rPr>
        <w:t xml:space="preserve"> (T2)</w:t>
      </w:r>
    </w:p>
    <w:p w14:paraId="0564DAD9" w14:textId="77777777" w:rsidR="001248F3" w:rsidRPr="001248F3" w:rsidRDefault="001248F3" w:rsidP="001248F3">
      <w:pPr>
        <w:pStyle w:val="ListParagraph"/>
        <w:numPr>
          <w:ilvl w:val="0"/>
          <w:numId w:val="12"/>
        </w:numPr>
        <w:spacing w:before="0" w:line="288" w:lineRule="auto"/>
        <w:rPr>
          <w:lang w:val="en-US"/>
        </w:rPr>
      </w:pPr>
      <w:r w:rsidRPr="00B72286">
        <w:rPr>
          <w:lang w:val="en-US"/>
        </w:rPr>
        <w:t>New format design + call to action</w:t>
      </w:r>
      <w:r>
        <w:rPr>
          <w:lang w:val="en-US"/>
        </w:rPr>
        <w:t xml:space="preserve"> + personalization (T3)</w:t>
      </w:r>
    </w:p>
    <w:p w14:paraId="092C7ADF" w14:textId="77777777" w:rsidR="001248F3" w:rsidRPr="001248F3" w:rsidRDefault="001248F3" w:rsidP="001248F3">
      <w:pPr>
        <w:pStyle w:val="ListParagraph"/>
        <w:numPr>
          <w:ilvl w:val="0"/>
          <w:numId w:val="12"/>
        </w:numPr>
        <w:spacing w:before="0" w:line="288" w:lineRule="auto"/>
        <w:rPr>
          <w:lang w:val="en-US"/>
        </w:rPr>
      </w:pPr>
      <w:r w:rsidRPr="00040C98">
        <w:rPr>
          <w:lang w:val="en-US"/>
        </w:rPr>
        <w:t xml:space="preserve">New format design + call to action + </w:t>
      </w:r>
      <w:r>
        <w:rPr>
          <w:lang w:val="en-US"/>
        </w:rPr>
        <w:t xml:space="preserve">personalization + </w:t>
      </w:r>
      <w:r w:rsidRPr="00040C98">
        <w:rPr>
          <w:lang w:val="en-US"/>
        </w:rPr>
        <w:t>unique code (T4)</w:t>
      </w:r>
    </w:p>
    <w:p w14:paraId="29D322DB" w14:textId="53DBE6DA" w:rsidR="00E74E0D" w:rsidRPr="00E74E0D" w:rsidRDefault="001248F3" w:rsidP="00E74E0D">
      <w:pPr>
        <w:pStyle w:val="Heading2"/>
      </w:pPr>
      <w:r>
        <w:t>D</w:t>
      </w:r>
      <w:r w:rsidR="00E74E0D" w:rsidRPr="00E74E0D">
        <w:t xml:space="preserve">esign </w:t>
      </w:r>
    </w:p>
    <w:p w14:paraId="2873555E" w14:textId="77777777" w:rsidR="001248F3" w:rsidRPr="00F35C47" w:rsidRDefault="001248F3" w:rsidP="001248F3">
      <w:pPr>
        <w:spacing w:line="276" w:lineRule="auto"/>
      </w:pPr>
      <w:r w:rsidRPr="00F35C47">
        <w:t>This is a six-arm framed-field experimental survey. Within this, there is a 2x2 factorial design across trial conditions C1, C2, T1 and T2. Each respondent be presented with one of the six bills and asked questions in relation to it. Data collection (the survey) will take place over three weeks.</w:t>
      </w:r>
    </w:p>
    <w:p w14:paraId="44D301F5" w14:textId="6CFF2265" w:rsidR="001248F3" w:rsidRDefault="001248F3" w:rsidP="001248F3">
      <w:pPr>
        <w:spacing w:line="276" w:lineRule="auto"/>
      </w:pPr>
      <w:r>
        <w:t>The electricity bills will be embedded mid-way through a survey after a bank of questions regarding the respondent’s individual and household characteristics. Survey participants will subsequently be asked a number of questions regarding bill (the primary and secondary outcome measures).</w:t>
      </w:r>
    </w:p>
    <w:p w14:paraId="6DFEDD82" w14:textId="77777777" w:rsidR="001248F3" w:rsidRPr="001248F3" w:rsidRDefault="001248F3" w:rsidP="001248F3">
      <w:pPr>
        <w:spacing w:line="276" w:lineRule="auto"/>
      </w:pPr>
      <w:r w:rsidRPr="001248F3">
        <w:t xml:space="preserve">The combination of interventions across the bills will allow us to test the additive effect of each intervention as well as the cumulative effects of some of interventions. In particular – the combined effect of all interventions relative to control, and the effect of a generic call-to-action with and without the new format. </w:t>
      </w:r>
    </w:p>
    <w:p w14:paraId="179691E0" w14:textId="6FD8B212" w:rsidR="00E74E0D" w:rsidRPr="00E74E0D" w:rsidRDefault="001248F3" w:rsidP="00E74E0D">
      <w:pPr>
        <w:pStyle w:val="Heading2"/>
      </w:pPr>
      <w:r>
        <w:t>A</w:t>
      </w:r>
      <w:r w:rsidR="00E74E0D" w:rsidRPr="00E74E0D">
        <w:t>nalysis</w:t>
      </w:r>
    </w:p>
    <w:p w14:paraId="2ED40F2A" w14:textId="77777777" w:rsidR="001248F3" w:rsidRPr="00091F41" w:rsidRDefault="001248F3" w:rsidP="003563BD">
      <w:pPr>
        <w:pStyle w:val="Heading3"/>
        <w:rPr>
          <w:lang w:val="en-US"/>
        </w:rPr>
      </w:pPr>
      <w:r w:rsidRPr="00091F41">
        <w:rPr>
          <w:lang w:val="en-US"/>
        </w:rPr>
        <w:t>Hypotheses</w:t>
      </w:r>
    </w:p>
    <w:p w14:paraId="1856824C" w14:textId="77777777" w:rsidR="001248F3" w:rsidRPr="00091F41" w:rsidRDefault="001248F3" w:rsidP="003563BD">
      <w:pPr>
        <w:pStyle w:val="Heading4"/>
        <w:rPr>
          <w:rFonts w:cstheme="minorHAnsi"/>
          <w:color w:val="000000"/>
        </w:rPr>
      </w:pPr>
      <w:r w:rsidRPr="00091F41">
        <w:rPr>
          <w:lang w:val="en-US"/>
        </w:rPr>
        <w:t>Primary outcome</w:t>
      </w:r>
      <w:r w:rsidRPr="00091F41">
        <w:rPr>
          <w:rFonts w:cstheme="minorHAnsi"/>
          <w:color w:val="000000"/>
        </w:rPr>
        <w:t xml:space="preserve">s </w:t>
      </w:r>
    </w:p>
    <w:p w14:paraId="49D14E63" w14:textId="77777777" w:rsidR="001248F3" w:rsidRDefault="001248F3" w:rsidP="001248F3">
      <w:pPr>
        <w:autoSpaceDE w:val="0"/>
        <w:autoSpaceDN w:val="0"/>
        <w:adjustRightInd w:val="0"/>
        <w:rPr>
          <w:rFonts w:cstheme="minorHAnsi"/>
          <w:color w:val="000000"/>
        </w:rPr>
      </w:pPr>
      <w:r w:rsidRPr="00A72F80">
        <w:rPr>
          <w:rFonts w:cstheme="minorHAnsi"/>
          <w:color w:val="000000"/>
        </w:rPr>
        <w:t xml:space="preserve">H1: </w:t>
      </w:r>
      <w:r>
        <w:rPr>
          <w:rFonts w:cstheme="minorHAnsi"/>
          <w:color w:val="000000"/>
        </w:rPr>
        <w:t>Self-efficacy and stated intentions to switch will be higher among respondents who view a bill with a call-to-action intervention than respondents who view the same style bill without a call to action.</w:t>
      </w:r>
    </w:p>
    <w:p w14:paraId="7DB90F51" w14:textId="77777777" w:rsidR="001248F3" w:rsidRDefault="001248F3" w:rsidP="001248F3">
      <w:pPr>
        <w:pStyle w:val="ListParagraph"/>
        <w:numPr>
          <w:ilvl w:val="0"/>
          <w:numId w:val="4"/>
        </w:numPr>
        <w:autoSpaceDE w:val="0"/>
        <w:autoSpaceDN w:val="0"/>
        <w:adjustRightInd w:val="0"/>
        <w:spacing w:before="0" w:after="160" w:line="259" w:lineRule="auto"/>
        <w:contextualSpacing/>
        <w:rPr>
          <w:rFonts w:cstheme="minorHAnsi"/>
          <w:color w:val="000000"/>
        </w:rPr>
      </w:pPr>
      <w:r>
        <w:rPr>
          <w:rFonts w:cstheme="minorHAnsi"/>
          <w:color w:val="000000"/>
        </w:rPr>
        <w:t>C2 &gt; C1</w:t>
      </w:r>
    </w:p>
    <w:p w14:paraId="3F8D9115" w14:textId="77777777" w:rsidR="001248F3" w:rsidRPr="006F4B7F" w:rsidRDefault="001248F3" w:rsidP="001248F3">
      <w:pPr>
        <w:pStyle w:val="ListParagraph"/>
        <w:numPr>
          <w:ilvl w:val="0"/>
          <w:numId w:val="4"/>
        </w:numPr>
        <w:autoSpaceDE w:val="0"/>
        <w:autoSpaceDN w:val="0"/>
        <w:adjustRightInd w:val="0"/>
        <w:spacing w:before="0" w:after="160" w:line="259" w:lineRule="auto"/>
        <w:contextualSpacing/>
        <w:rPr>
          <w:rFonts w:cstheme="minorHAnsi"/>
          <w:color w:val="000000"/>
        </w:rPr>
      </w:pPr>
      <w:r>
        <w:rPr>
          <w:rFonts w:cstheme="minorHAnsi"/>
          <w:color w:val="000000"/>
        </w:rPr>
        <w:t>T2, T3 and T4 &gt; T1</w:t>
      </w:r>
    </w:p>
    <w:p w14:paraId="3503B9CE" w14:textId="77777777" w:rsidR="001248F3" w:rsidRDefault="001248F3" w:rsidP="001248F3">
      <w:pPr>
        <w:autoSpaceDE w:val="0"/>
        <w:autoSpaceDN w:val="0"/>
        <w:adjustRightInd w:val="0"/>
        <w:rPr>
          <w:rFonts w:cstheme="minorHAnsi"/>
          <w:color w:val="000000"/>
        </w:rPr>
      </w:pPr>
      <w:r w:rsidRPr="006F4B7F">
        <w:rPr>
          <w:rFonts w:cstheme="minorHAnsi"/>
          <w:color w:val="000000"/>
        </w:rPr>
        <w:lastRenderedPageBreak/>
        <w:t xml:space="preserve">H2: </w:t>
      </w:r>
      <w:r>
        <w:rPr>
          <w:rFonts w:cstheme="minorHAnsi"/>
          <w:color w:val="000000"/>
        </w:rPr>
        <w:t>Self-efficacy and stated intentions to switch will be higher among respondents who view the generic call-to-action on the alternative design bill than the typical design bill.</w:t>
      </w:r>
    </w:p>
    <w:p w14:paraId="6AFBF23E" w14:textId="77777777" w:rsidR="001248F3" w:rsidRPr="006F4B7F" w:rsidRDefault="001248F3" w:rsidP="001248F3">
      <w:pPr>
        <w:pStyle w:val="ListParagraph"/>
        <w:numPr>
          <w:ilvl w:val="0"/>
          <w:numId w:val="4"/>
        </w:numPr>
        <w:autoSpaceDE w:val="0"/>
        <w:autoSpaceDN w:val="0"/>
        <w:adjustRightInd w:val="0"/>
        <w:spacing w:before="0" w:after="160" w:line="259" w:lineRule="auto"/>
        <w:contextualSpacing/>
        <w:rPr>
          <w:rFonts w:cstheme="minorHAnsi"/>
          <w:color w:val="000000"/>
        </w:rPr>
      </w:pPr>
      <w:r>
        <w:rPr>
          <w:rFonts w:cstheme="minorHAnsi"/>
          <w:color w:val="000000"/>
        </w:rPr>
        <w:t>T2 &gt; C2</w:t>
      </w:r>
    </w:p>
    <w:p w14:paraId="5E892FA1" w14:textId="77777777" w:rsidR="001248F3" w:rsidRDefault="001248F3" w:rsidP="001248F3">
      <w:pPr>
        <w:autoSpaceDE w:val="0"/>
        <w:autoSpaceDN w:val="0"/>
        <w:adjustRightInd w:val="0"/>
        <w:rPr>
          <w:rFonts w:cstheme="minorHAnsi"/>
          <w:color w:val="000000"/>
        </w:rPr>
      </w:pPr>
      <w:r>
        <w:rPr>
          <w:rFonts w:cstheme="minorHAnsi"/>
          <w:color w:val="000000"/>
        </w:rPr>
        <w:t>H3</w:t>
      </w:r>
      <w:r w:rsidRPr="00A72F80">
        <w:rPr>
          <w:rFonts w:cstheme="minorHAnsi"/>
          <w:color w:val="000000"/>
        </w:rPr>
        <w:t xml:space="preserve">: </w:t>
      </w:r>
      <w:r>
        <w:rPr>
          <w:rFonts w:cstheme="minorHAnsi"/>
          <w:color w:val="000000"/>
        </w:rPr>
        <w:t xml:space="preserve">Self-efficacy and stated intentions to switch will increase with the addition of each intervention. </w:t>
      </w:r>
    </w:p>
    <w:p w14:paraId="4FF51E1C" w14:textId="77777777" w:rsidR="001248F3" w:rsidRDefault="001248F3" w:rsidP="001248F3">
      <w:pPr>
        <w:pStyle w:val="ListParagraph"/>
        <w:numPr>
          <w:ilvl w:val="0"/>
          <w:numId w:val="4"/>
        </w:numPr>
        <w:autoSpaceDE w:val="0"/>
        <w:autoSpaceDN w:val="0"/>
        <w:adjustRightInd w:val="0"/>
        <w:spacing w:before="0" w:after="160" w:line="259" w:lineRule="auto"/>
        <w:contextualSpacing/>
        <w:rPr>
          <w:rFonts w:cstheme="minorHAnsi"/>
          <w:color w:val="000000"/>
        </w:rPr>
      </w:pPr>
      <w:r>
        <w:rPr>
          <w:rFonts w:cstheme="minorHAnsi"/>
          <w:color w:val="000000"/>
        </w:rPr>
        <w:t>T4 &gt; T3 &gt; T2 &gt; T1 &gt; C1</w:t>
      </w:r>
    </w:p>
    <w:p w14:paraId="09910439" w14:textId="77777777" w:rsidR="001248F3" w:rsidRPr="00060B7F" w:rsidRDefault="001248F3" w:rsidP="003563BD">
      <w:pPr>
        <w:pStyle w:val="Heading4"/>
      </w:pPr>
      <w:r w:rsidRPr="00060B7F">
        <w:t>Secondary outcomes</w:t>
      </w:r>
    </w:p>
    <w:p w14:paraId="1B5BAF57" w14:textId="77777777" w:rsidR="001248F3" w:rsidRDefault="001248F3" w:rsidP="001248F3">
      <w:pPr>
        <w:autoSpaceDE w:val="0"/>
        <w:autoSpaceDN w:val="0"/>
        <w:adjustRightInd w:val="0"/>
        <w:rPr>
          <w:rFonts w:cstheme="minorHAnsi"/>
          <w:color w:val="000000"/>
        </w:rPr>
      </w:pPr>
      <w:r>
        <w:rPr>
          <w:rFonts w:cstheme="minorHAnsi"/>
          <w:color w:val="000000"/>
        </w:rPr>
        <w:t xml:space="preserve">H4: </w:t>
      </w:r>
      <w:r w:rsidRPr="00040C98">
        <w:t>Clarity</w:t>
      </w:r>
      <w:r>
        <w:t xml:space="preserve"> and comprehension </w:t>
      </w:r>
      <w:r>
        <w:rPr>
          <w:rFonts w:cstheme="minorHAnsi"/>
          <w:color w:val="000000"/>
        </w:rPr>
        <w:t>will be higher among respondents who view the alternative design bill than the typical design bill</w:t>
      </w:r>
    </w:p>
    <w:p w14:paraId="27624BAA" w14:textId="77777777" w:rsidR="001248F3" w:rsidRPr="00060B7F" w:rsidRDefault="001248F3" w:rsidP="001248F3">
      <w:pPr>
        <w:pStyle w:val="ListParagraph"/>
        <w:numPr>
          <w:ilvl w:val="0"/>
          <w:numId w:val="4"/>
        </w:numPr>
        <w:autoSpaceDE w:val="0"/>
        <w:autoSpaceDN w:val="0"/>
        <w:adjustRightInd w:val="0"/>
        <w:spacing w:before="0" w:after="160" w:line="259" w:lineRule="auto"/>
        <w:contextualSpacing/>
        <w:rPr>
          <w:rFonts w:cstheme="minorHAnsi"/>
          <w:color w:val="000000"/>
        </w:rPr>
      </w:pPr>
      <w:r>
        <w:rPr>
          <w:rFonts w:cstheme="minorHAnsi"/>
          <w:color w:val="000000"/>
        </w:rPr>
        <w:t>T1 &gt; C1</w:t>
      </w:r>
    </w:p>
    <w:p w14:paraId="00FD6EEF" w14:textId="77777777" w:rsidR="001248F3" w:rsidRDefault="001248F3" w:rsidP="003563BD">
      <w:pPr>
        <w:pStyle w:val="Heading3"/>
        <w:rPr>
          <w:lang w:val="en-US"/>
        </w:rPr>
      </w:pPr>
      <w:r>
        <w:rPr>
          <w:lang w:val="en-US"/>
        </w:rPr>
        <w:t>Statistical tests</w:t>
      </w:r>
    </w:p>
    <w:p w14:paraId="159586D1" w14:textId="77777777" w:rsidR="001248F3" w:rsidRDefault="001248F3" w:rsidP="001248F3">
      <w:r>
        <w:t>We will test hypotheses H1 and H2 using ordinary least squares regression. For H1, we will conduct both pooled and pairwise comparisons of T2-T4 to T1.</w:t>
      </w:r>
    </w:p>
    <w:p w14:paraId="2461B80D" w14:textId="77777777" w:rsidR="001248F3" w:rsidRDefault="001248F3" w:rsidP="001248F3">
      <w:r>
        <w:t xml:space="preserve">We will test hypothesis H3 using a single model with four dummy variables entered simultaneously representing each of the interventions that build incrementally across the experimental conditions, using ordinary least squares regression. We will also conduct pairwise comparisons between experimental groups. </w:t>
      </w:r>
    </w:p>
    <w:p w14:paraId="53DE8B92" w14:textId="77777777" w:rsidR="001248F3" w:rsidRPr="00D94170" w:rsidRDefault="001248F3" w:rsidP="001248F3">
      <w:r>
        <w:t>We will not use statistical corrections for conducting multiple comparisons. Given that the interventions build incrementally across the experimental conditions, we expect outcomes to be highly correlated across groups. In the absence of an overall pattern of results resembling what is set out in our hypotheses, we will have low confidence in any individual statistically significant difference between experimental groups based on the p-value alone</w:t>
      </w:r>
      <w:r>
        <w:rPr>
          <w:rStyle w:val="FootnoteReference"/>
        </w:rPr>
        <w:footnoteReference w:id="1"/>
      </w:r>
      <w:r>
        <w:t>.</w:t>
      </w:r>
    </w:p>
    <w:p w14:paraId="1B9D551E" w14:textId="77777777" w:rsidR="001248F3" w:rsidRDefault="001248F3" w:rsidP="001248F3">
      <w:r>
        <w:t>We will test hypothesis H4 using ordinary least squares regression.</w:t>
      </w:r>
    </w:p>
    <w:p w14:paraId="7DD71F6F" w14:textId="77777777" w:rsidR="001248F3" w:rsidRDefault="001248F3" w:rsidP="001248F3">
      <w:r>
        <w:t>All hypotheses will be tested using robust standard errors.</w:t>
      </w:r>
    </w:p>
    <w:p w14:paraId="40DDE6BA" w14:textId="77777777" w:rsidR="001248F3" w:rsidRDefault="001248F3" w:rsidP="001248F3">
      <w:r>
        <w:t>All other analyses will be considered exploratory.</w:t>
      </w:r>
    </w:p>
    <w:p w14:paraId="6363EE39" w14:textId="71069233" w:rsidR="00E74E0D" w:rsidRPr="00E74E0D" w:rsidRDefault="00E74E0D" w:rsidP="00E74E0D">
      <w:pPr>
        <w:pStyle w:val="Heading2"/>
      </w:pPr>
      <w:r w:rsidRPr="00E74E0D">
        <w:t>Pre-analysis plan commitments</w:t>
      </w:r>
    </w:p>
    <w:p w14:paraId="68B18CD5" w14:textId="77777777" w:rsidR="001248F3" w:rsidRPr="001248F3" w:rsidRDefault="001248F3" w:rsidP="001248F3">
      <w:pPr>
        <w:pStyle w:val="ListBullet"/>
        <w:ind w:left="357" w:hanging="357"/>
      </w:pPr>
      <w:r w:rsidRPr="001248F3">
        <w:t>We will report the n, group means or proportions for all treatment groups on both primary outcomes.</w:t>
      </w:r>
    </w:p>
    <w:p w14:paraId="7E74AC01" w14:textId="77777777" w:rsidR="001248F3" w:rsidRPr="001248F3" w:rsidRDefault="001248F3" w:rsidP="001248F3">
      <w:pPr>
        <w:pStyle w:val="ListBullet"/>
        <w:ind w:left="357" w:hanging="357"/>
      </w:pPr>
      <w:r w:rsidRPr="001248F3">
        <w:lastRenderedPageBreak/>
        <w:t>We will report average treatment effects, 95% CIs and p-values for all comparisons and hypothesis tests specified in this document.</w:t>
      </w:r>
    </w:p>
    <w:p w14:paraId="5CF7A064" w14:textId="77777777" w:rsidR="001248F3" w:rsidRPr="001248F3" w:rsidRDefault="001248F3" w:rsidP="001248F3">
      <w:pPr>
        <w:pStyle w:val="ListBullet"/>
        <w:ind w:left="357" w:hanging="357"/>
      </w:pPr>
      <w:r w:rsidRPr="001248F3" w:rsidDel="003D365D">
        <w:t xml:space="preserve"> </w:t>
      </w:r>
      <w:r w:rsidRPr="001248F3">
        <w:t>We will be transparent about, and provide justification for, any deviations (additions or omissions) from this plan.</w:t>
      </w:r>
    </w:p>
    <w:p w14:paraId="22D10A40" w14:textId="77777777" w:rsidR="001248F3" w:rsidRPr="001248F3" w:rsidRDefault="001248F3" w:rsidP="001248F3">
      <w:pPr>
        <w:pStyle w:val="ListBullet"/>
        <w:ind w:left="357" w:hanging="357"/>
      </w:pPr>
      <w:r w:rsidRPr="001248F3">
        <w:t xml:space="preserve">We will include the survey questions in the published report </w:t>
      </w:r>
    </w:p>
    <w:p w14:paraId="4A7425E4" w14:textId="77777777" w:rsidR="00E74E0D" w:rsidRDefault="00E74E0D" w:rsidP="003866D6"/>
    <w:p w14:paraId="4668E661" w14:textId="3294C141" w:rsidR="00E74E0D" w:rsidRDefault="00E74E0D">
      <w:pPr>
        <w:spacing w:before="0" w:after="0" w:line="240" w:lineRule="auto"/>
      </w:pPr>
    </w:p>
    <w:sectPr w:rsidR="00E74E0D" w:rsidSect="00E74E0D">
      <w:headerReference w:type="default" r:id="rId11"/>
      <w:footerReference w:type="default" r:id="rId12"/>
      <w:pgSz w:w="11906" w:h="16838" w:code="9"/>
      <w:pgMar w:top="2041" w:right="2381" w:bottom="1247" w:left="1247" w:header="720"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27FEDD" w14:textId="77777777" w:rsidR="00D142D3" w:rsidRDefault="00D142D3">
      <w:r>
        <w:separator/>
      </w:r>
    </w:p>
  </w:endnote>
  <w:endnote w:type="continuationSeparator" w:id="0">
    <w:p w14:paraId="46942970" w14:textId="77777777" w:rsidR="00D142D3" w:rsidRDefault="00D14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0D972" w14:textId="77777777" w:rsidR="007A60B4" w:rsidRPr="00F202CA" w:rsidRDefault="007A60B4" w:rsidP="00F202CA">
    <w:pPr>
      <w:pStyle w:val="Head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142FBE" w14:textId="77777777" w:rsidR="00D142D3" w:rsidRDefault="00D142D3">
      <w:r>
        <w:separator/>
      </w:r>
    </w:p>
  </w:footnote>
  <w:footnote w:type="continuationSeparator" w:id="0">
    <w:p w14:paraId="2827872B" w14:textId="77777777" w:rsidR="00D142D3" w:rsidRDefault="00D142D3">
      <w:r>
        <w:continuationSeparator/>
      </w:r>
    </w:p>
  </w:footnote>
  <w:footnote w:id="1">
    <w:p w14:paraId="1BE93BB9" w14:textId="77777777" w:rsidR="001248F3" w:rsidRPr="00272C66" w:rsidRDefault="001248F3" w:rsidP="001248F3">
      <w:pPr>
        <w:pStyle w:val="FootnoteText"/>
        <w:rPr>
          <w:lang w:val="en-US"/>
        </w:rPr>
      </w:pPr>
      <w:r>
        <w:rPr>
          <w:rStyle w:val="FootnoteReference"/>
        </w:rPr>
        <w:footnoteRef/>
      </w:r>
      <w:r>
        <w:t xml:space="preserve"> We are aware</w:t>
      </w:r>
      <w:r w:rsidRPr="00A14E71">
        <w:t xml:space="preserve"> there is a lively academic debate about the merits of testing for ‘statistical significance’, the appropriateness of conventional thresholds such as p&lt;0.05 (or any thresholds at all), and even the use of p-values generally. See, in particular, the ‘The American Statistical Association Statement on Statistical Significance and P-Values’ (Wasserstein and Lazar, 2016).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92336A" w14:textId="77777777" w:rsidR="00F202CA" w:rsidRPr="00F202CA" w:rsidRDefault="00F202CA" w:rsidP="00F202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D5745F10"/>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8CE6C05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D59059D"/>
    <w:multiLevelType w:val="hybridMultilevel"/>
    <w:tmpl w:val="52FAB76A"/>
    <w:lvl w:ilvl="0" w:tplc="A1F2294A">
      <w:start w:val="1"/>
      <w:numFmt w:val="decimal"/>
      <w:lvlText w:val="%1."/>
      <w:lvlJc w:val="left"/>
      <w:pPr>
        <w:ind w:left="720" w:hanging="360"/>
      </w:pPr>
      <w:rPr>
        <w:rFonts w:hint="default"/>
        <w:color w:val="828282" w:themeColor="text1" w:themeTint="A6"/>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53D5FDA"/>
    <w:multiLevelType w:val="hybridMultilevel"/>
    <w:tmpl w:val="86DAD57A"/>
    <w:lvl w:ilvl="0" w:tplc="4D7606DC">
      <w:start w:val="1"/>
      <w:numFmt w:val="bullet"/>
      <w:lvlText w:val="-"/>
      <w:lvlJc w:val="left"/>
      <w:pPr>
        <w:ind w:left="720" w:hanging="360"/>
      </w:pPr>
      <w:rPr>
        <w:rFonts w:ascii="Arial" w:eastAsia="Times New Roman" w:hAnsi="Arial" w:cs="Aria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28B2DAE"/>
    <w:multiLevelType w:val="hybridMultilevel"/>
    <w:tmpl w:val="69A20C18"/>
    <w:lvl w:ilvl="0" w:tplc="8654E2E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40A292C"/>
    <w:multiLevelType w:val="hybridMultilevel"/>
    <w:tmpl w:val="89AE6A0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3B556050"/>
    <w:multiLevelType w:val="hybridMultilevel"/>
    <w:tmpl w:val="453212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36A7891"/>
    <w:multiLevelType w:val="multilevel"/>
    <w:tmpl w:val="E15E891A"/>
    <w:lvl w:ilvl="0">
      <w:start w:val="1"/>
      <w:numFmt w:val="decimal"/>
      <w:pStyle w:val="FigureHeading"/>
      <w:suff w:val="space"/>
      <w:lvlText w:val="Figure %1:"/>
      <w:lvlJc w:val="left"/>
      <w:pPr>
        <w:ind w:left="720" w:hanging="720"/>
      </w:pPr>
      <w:rPr>
        <w:rFonts w:ascii="Helvetica" w:hAnsi="Helvetica" w:hint="default"/>
        <w:b/>
        <w:i w:val="0"/>
        <w:color w:val="auto"/>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D230D3E"/>
    <w:multiLevelType w:val="hybridMultilevel"/>
    <w:tmpl w:val="A8F66A2E"/>
    <w:lvl w:ilvl="0" w:tplc="364C633A">
      <w:start w:val="1"/>
      <w:numFmt w:val="bullet"/>
      <w:lvlText w:val="-"/>
      <w:lvlJc w:val="left"/>
      <w:pPr>
        <w:ind w:left="1800" w:hanging="360"/>
      </w:pPr>
      <w:rPr>
        <w:rFonts w:ascii="Calibri" w:eastAsiaTheme="minorHAnsi" w:hAnsi="Calibri" w:cs="Calibri" w:hint="default"/>
      </w:rPr>
    </w:lvl>
    <w:lvl w:ilvl="1" w:tplc="0C090003">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9" w15:restartNumberingAfterBreak="0">
    <w:nsid w:val="76032A83"/>
    <w:multiLevelType w:val="hybridMultilevel"/>
    <w:tmpl w:val="4532124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 w:numId="3">
    <w:abstractNumId w:val="7"/>
  </w:num>
  <w:num w:numId="4">
    <w:abstractNumId w:val="3"/>
  </w:num>
  <w:num w:numId="5">
    <w:abstractNumId w:val="8"/>
  </w:num>
  <w:num w:numId="6">
    <w:abstractNumId w:val="5"/>
  </w:num>
  <w:num w:numId="7">
    <w:abstractNumId w:val="1"/>
  </w:num>
  <w:num w:numId="8">
    <w:abstractNumId w:val="1"/>
  </w:num>
  <w:num w:numId="9">
    <w:abstractNumId w:val="4"/>
  </w:num>
  <w:num w:numId="10">
    <w:abstractNumId w:val="2"/>
  </w:num>
  <w:num w:numId="11">
    <w:abstractNumId w:val="9"/>
  </w:num>
  <w:num w:numId="12">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C97"/>
    <w:rsid w:val="00005785"/>
    <w:rsid w:val="00006876"/>
    <w:rsid w:val="000079AD"/>
    <w:rsid w:val="00007D1F"/>
    <w:rsid w:val="00010D84"/>
    <w:rsid w:val="00010F15"/>
    <w:rsid w:val="00011CE3"/>
    <w:rsid w:val="000176B5"/>
    <w:rsid w:val="00022E9C"/>
    <w:rsid w:val="00024EF0"/>
    <w:rsid w:val="00025631"/>
    <w:rsid w:val="00027B26"/>
    <w:rsid w:val="00030705"/>
    <w:rsid w:val="00032861"/>
    <w:rsid w:val="00032B77"/>
    <w:rsid w:val="00037F3D"/>
    <w:rsid w:val="00042285"/>
    <w:rsid w:val="00043256"/>
    <w:rsid w:val="00045A89"/>
    <w:rsid w:val="00046F8E"/>
    <w:rsid w:val="00047524"/>
    <w:rsid w:val="0005040E"/>
    <w:rsid w:val="0005087D"/>
    <w:rsid w:val="00050F9E"/>
    <w:rsid w:val="000547EF"/>
    <w:rsid w:val="00056004"/>
    <w:rsid w:val="0006075A"/>
    <w:rsid w:val="00061C84"/>
    <w:rsid w:val="00062484"/>
    <w:rsid w:val="00063129"/>
    <w:rsid w:val="00064EE9"/>
    <w:rsid w:val="00065022"/>
    <w:rsid w:val="00065A5E"/>
    <w:rsid w:val="00070681"/>
    <w:rsid w:val="0007097B"/>
    <w:rsid w:val="00070F67"/>
    <w:rsid w:val="00072DA5"/>
    <w:rsid w:val="00080A09"/>
    <w:rsid w:val="00081CEB"/>
    <w:rsid w:val="00083082"/>
    <w:rsid w:val="00083F36"/>
    <w:rsid w:val="00086D9F"/>
    <w:rsid w:val="00087B2C"/>
    <w:rsid w:val="00087D4E"/>
    <w:rsid w:val="00087DBD"/>
    <w:rsid w:val="00090718"/>
    <w:rsid w:val="00091B4E"/>
    <w:rsid w:val="00091CD7"/>
    <w:rsid w:val="00093DD5"/>
    <w:rsid w:val="000A03DD"/>
    <w:rsid w:val="000A1A09"/>
    <w:rsid w:val="000A47A8"/>
    <w:rsid w:val="000A48B2"/>
    <w:rsid w:val="000A73FB"/>
    <w:rsid w:val="000B0129"/>
    <w:rsid w:val="000B218A"/>
    <w:rsid w:val="000C014D"/>
    <w:rsid w:val="000C29B4"/>
    <w:rsid w:val="000C5CD8"/>
    <w:rsid w:val="000C7A69"/>
    <w:rsid w:val="000D1158"/>
    <w:rsid w:val="000D4703"/>
    <w:rsid w:val="000E12D4"/>
    <w:rsid w:val="000E39EF"/>
    <w:rsid w:val="000E51CE"/>
    <w:rsid w:val="000E620E"/>
    <w:rsid w:val="000F2063"/>
    <w:rsid w:val="000F3D28"/>
    <w:rsid w:val="000F63C4"/>
    <w:rsid w:val="000F7463"/>
    <w:rsid w:val="00100200"/>
    <w:rsid w:val="0010263D"/>
    <w:rsid w:val="00102824"/>
    <w:rsid w:val="0010300A"/>
    <w:rsid w:val="001061CA"/>
    <w:rsid w:val="001131F0"/>
    <w:rsid w:val="001139C7"/>
    <w:rsid w:val="00114EBC"/>
    <w:rsid w:val="001239B3"/>
    <w:rsid w:val="0012427E"/>
    <w:rsid w:val="001247E0"/>
    <w:rsid w:val="001248F3"/>
    <w:rsid w:val="001252F6"/>
    <w:rsid w:val="00126750"/>
    <w:rsid w:val="001271A1"/>
    <w:rsid w:val="00131C0F"/>
    <w:rsid w:val="001325BF"/>
    <w:rsid w:val="00132F0D"/>
    <w:rsid w:val="00133713"/>
    <w:rsid w:val="00135B7E"/>
    <w:rsid w:val="00140FC9"/>
    <w:rsid w:val="001413C5"/>
    <w:rsid w:val="0014231B"/>
    <w:rsid w:val="00142956"/>
    <w:rsid w:val="00142D10"/>
    <w:rsid w:val="001432B0"/>
    <w:rsid w:val="00144868"/>
    <w:rsid w:val="001452BC"/>
    <w:rsid w:val="00150D2A"/>
    <w:rsid w:val="00150E25"/>
    <w:rsid w:val="00150EA9"/>
    <w:rsid w:val="00151650"/>
    <w:rsid w:val="00155B98"/>
    <w:rsid w:val="00157001"/>
    <w:rsid w:val="00157709"/>
    <w:rsid w:val="00160B66"/>
    <w:rsid w:val="00160E91"/>
    <w:rsid w:val="00165626"/>
    <w:rsid w:val="00166272"/>
    <w:rsid w:val="001671D2"/>
    <w:rsid w:val="00167CF4"/>
    <w:rsid w:val="00170BE9"/>
    <w:rsid w:val="0017147C"/>
    <w:rsid w:val="0017194E"/>
    <w:rsid w:val="0017249B"/>
    <w:rsid w:val="001727A4"/>
    <w:rsid w:val="00177EC4"/>
    <w:rsid w:val="00181533"/>
    <w:rsid w:val="001824C8"/>
    <w:rsid w:val="00182698"/>
    <w:rsid w:val="001864FD"/>
    <w:rsid w:val="001936A7"/>
    <w:rsid w:val="001943DD"/>
    <w:rsid w:val="00196BAC"/>
    <w:rsid w:val="001A009A"/>
    <w:rsid w:val="001A0BF0"/>
    <w:rsid w:val="001A13F6"/>
    <w:rsid w:val="001A2D78"/>
    <w:rsid w:val="001A7249"/>
    <w:rsid w:val="001B385A"/>
    <w:rsid w:val="001B3904"/>
    <w:rsid w:val="001B3AEC"/>
    <w:rsid w:val="001B3E8D"/>
    <w:rsid w:val="001B5259"/>
    <w:rsid w:val="001B53B8"/>
    <w:rsid w:val="001B60D4"/>
    <w:rsid w:val="001B6F28"/>
    <w:rsid w:val="001C4F4F"/>
    <w:rsid w:val="001C6BA1"/>
    <w:rsid w:val="001C6F22"/>
    <w:rsid w:val="001D141C"/>
    <w:rsid w:val="001D2904"/>
    <w:rsid w:val="001D652D"/>
    <w:rsid w:val="001D693F"/>
    <w:rsid w:val="001D6EDF"/>
    <w:rsid w:val="001D6F9E"/>
    <w:rsid w:val="001E38FB"/>
    <w:rsid w:val="001E52C2"/>
    <w:rsid w:val="001E6A27"/>
    <w:rsid w:val="001F0BE1"/>
    <w:rsid w:val="001F101A"/>
    <w:rsid w:val="001F24EF"/>
    <w:rsid w:val="001F56C7"/>
    <w:rsid w:val="00203039"/>
    <w:rsid w:val="00204B17"/>
    <w:rsid w:val="002069D2"/>
    <w:rsid w:val="002111E1"/>
    <w:rsid w:val="00211DA2"/>
    <w:rsid w:val="00213693"/>
    <w:rsid w:val="00215137"/>
    <w:rsid w:val="00215479"/>
    <w:rsid w:val="00215CCB"/>
    <w:rsid w:val="00216CF5"/>
    <w:rsid w:val="0022037B"/>
    <w:rsid w:val="00222C8D"/>
    <w:rsid w:val="002256A8"/>
    <w:rsid w:val="00225C97"/>
    <w:rsid w:val="00230E6B"/>
    <w:rsid w:val="00232B97"/>
    <w:rsid w:val="0023523A"/>
    <w:rsid w:val="0023757C"/>
    <w:rsid w:val="00237C47"/>
    <w:rsid w:val="002402E4"/>
    <w:rsid w:val="002421A0"/>
    <w:rsid w:val="00242B98"/>
    <w:rsid w:val="002445A1"/>
    <w:rsid w:val="00246FE6"/>
    <w:rsid w:val="002470E3"/>
    <w:rsid w:val="0025207D"/>
    <w:rsid w:val="002535AE"/>
    <w:rsid w:val="00254DE9"/>
    <w:rsid w:val="002615D3"/>
    <w:rsid w:val="0026268A"/>
    <w:rsid w:val="00262845"/>
    <w:rsid w:val="002672F1"/>
    <w:rsid w:val="00271414"/>
    <w:rsid w:val="00271922"/>
    <w:rsid w:val="00273412"/>
    <w:rsid w:val="0027373F"/>
    <w:rsid w:val="00274ACF"/>
    <w:rsid w:val="00277388"/>
    <w:rsid w:val="00277C8F"/>
    <w:rsid w:val="0028159B"/>
    <w:rsid w:val="00282671"/>
    <w:rsid w:val="00282861"/>
    <w:rsid w:val="002843E2"/>
    <w:rsid w:val="00287BAA"/>
    <w:rsid w:val="0029180D"/>
    <w:rsid w:val="00293489"/>
    <w:rsid w:val="00295B30"/>
    <w:rsid w:val="00296F5E"/>
    <w:rsid w:val="002A30F0"/>
    <w:rsid w:val="002A38A4"/>
    <w:rsid w:val="002A47A0"/>
    <w:rsid w:val="002A6DF5"/>
    <w:rsid w:val="002B6406"/>
    <w:rsid w:val="002B6809"/>
    <w:rsid w:val="002C4231"/>
    <w:rsid w:val="002C7080"/>
    <w:rsid w:val="002D00B0"/>
    <w:rsid w:val="002D2364"/>
    <w:rsid w:val="002D2E16"/>
    <w:rsid w:val="002D6050"/>
    <w:rsid w:val="002D6E3E"/>
    <w:rsid w:val="002E21D6"/>
    <w:rsid w:val="002E45F0"/>
    <w:rsid w:val="002E7778"/>
    <w:rsid w:val="00304B3E"/>
    <w:rsid w:val="00304D97"/>
    <w:rsid w:val="0031180A"/>
    <w:rsid w:val="00313127"/>
    <w:rsid w:val="00313304"/>
    <w:rsid w:val="003155F4"/>
    <w:rsid w:val="003168FC"/>
    <w:rsid w:val="00320309"/>
    <w:rsid w:val="00321D1E"/>
    <w:rsid w:val="0032530E"/>
    <w:rsid w:val="00325A61"/>
    <w:rsid w:val="00326976"/>
    <w:rsid w:val="003279E4"/>
    <w:rsid w:val="003311D7"/>
    <w:rsid w:val="00332B8B"/>
    <w:rsid w:val="0033521E"/>
    <w:rsid w:val="003364C7"/>
    <w:rsid w:val="00337CA2"/>
    <w:rsid w:val="003404A4"/>
    <w:rsid w:val="003418E4"/>
    <w:rsid w:val="00346843"/>
    <w:rsid w:val="00347104"/>
    <w:rsid w:val="00350852"/>
    <w:rsid w:val="0035096E"/>
    <w:rsid w:val="0035129C"/>
    <w:rsid w:val="0035219F"/>
    <w:rsid w:val="00355D01"/>
    <w:rsid w:val="003563BD"/>
    <w:rsid w:val="00360B81"/>
    <w:rsid w:val="00366283"/>
    <w:rsid w:val="0036777E"/>
    <w:rsid w:val="003701FA"/>
    <w:rsid w:val="00372A26"/>
    <w:rsid w:val="00372EC7"/>
    <w:rsid w:val="0037484C"/>
    <w:rsid w:val="003749CD"/>
    <w:rsid w:val="00374A6C"/>
    <w:rsid w:val="00382718"/>
    <w:rsid w:val="00382B3B"/>
    <w:rsid w:val="00385ED2"/>
    <w:rsid w:val="003866D6"/>
    <w:rsid w:val="0038714A"/>
    <w:rsid w:val="00391F86"/>
    <w:rsid w:val="003923FB"/>
    <w:rsid w:val="003931C7"/>
    <w:rsid w:val="00393F00"/>
    <w:rsid w:val="003945C0"/>
    <w:rsid w:val="003A25A7"/>
    <w:rsid w:val="003B52CE"/>
    <w:rsid w:val="003B535C"/>
    <w:rsid w:val="003B5F0C"/>
    <w:rsid w:val="003C2120"/>
    <w:rsid w:val="003C47C0"/>
    <w:rsid w:val="003C4BB1"/>
    <w:rsid w:val="003C63A3"/>
    <w:rsid w:val="003D030E"/>
    <w:rsid w:val="003D040D"/>
    <w:rsid w:val="003D1F49"/>
    <w:rsid w:val="003D2061"/>
    <w:rsid w:val="003D543B"/>
    <w:rsid w:val="003D6AE7"/>
    <w:rsid w:val="003D7E3D"/>
    <w:rsid w:val="003E02C5"/>
    <w:rsid w:val="003E1FE3"/>
    <w:rsid w:val="003E32A7"/>
    <w:rsid w:val="003E74AE"/>
    <w:rsid w:val="003F1A33"/>
    <w:rsid w:val="003F3072"/>
    <w:rsid w:val="003F31E6"/>
    <w:rsid w:val="00401057"/>
    <w:rsid w:val="004024E4"/>
    <w:rsid w:val="004061B4"/>
    <w:rsid w:val="00406289"/>
    <w:rsid w:val="00406578"/>
    <w:rsid w:val="004074EF"/>
    <w:rsid w:val="004102C3"/>
    <w:rsid w:val="0041307C"/>
    <w:rsid w:val="00413699"/>
    <w:rsid w:val="00413CBF"/>
    <w:rsid w:val="004167B4"/>
    <w:rsid w:val="004167BC"/>
    <w:rsid w:val="0042032D"/>
    <w:rsid w:val="004225DC"/>
    <w:rsid w:val="00423A41"/>
    <w:rsid w:val="00425FBA"/>
    <w:rsid w:val="00427C7D"/>
    <w:rsid w:val="00430D7E"/>
    <w:rsid w:val="00432332"/>
    <w:rsid w:val="00432368"/>
    <w:rsid w:val="00433B04"/>
    <w:rsid w:val="0043784D"/>
    <w:rsid w:val="00440256"/>
    <w:rsid w:val="00440E22"/>
    <w:rsid w:val="0044547D"/>
    <w:rsid w:val="00446F93"/>
    <w:rsid w:val="00451A74"/>
    <w:rsid w:val="004552AB"/>
    <w:rsid w:val="004553FF"/>
    <w:rsid w:val="0045622C"/>
    <w:rsid w:val="00464B51"/>
    <w:rsid w:val="00464FB1"/>
    <w:rsid w:val="00467185"/>
    <w:rsid w:val="00467736"/>
    <w:rsid w:val="0047050C"/>
    <w:rsid w:val="00472A45"/>
    <w:rsid w:val="00473930"/>
    <w:rsid w:val="00474D25"/>
    <w:rsid w:val="004750DB"/>
    <w:rsid w:val="00480F21"/>
    <w:rsid w:val="0048108E"/>
    <w:rsid w:val="004821BA"/>
    <w:rsid w:val="0048537F"/>
    <w:rsid w:val="004874E5"/>
    <w:rsid w:val="00487885"/>
    <w:rsid w:val="00490A65"/>
    <w:rsid w:val="0049116C"/>
    <w:rsid w:val="00491968"/>
    <w:rsid w:val="004930C9"/>
    <w:rsid w:val="00493F62"/>
    <w:rsid w:val="00494832"/>
    <w:rsid w:val="004957C2"/>
    <w:rsid w:val="00495AF1"/>
    <w:rsid w:val="00497A89"/>
    <w:rsid w:val="004A422C"/>
    <w:rsid w:val="004A4CED"/>
    <w:rsid w:val="004A4D74"/>
    <w:rsid w:val="004A6BE6"/>
    <w:rsid w:val="004B047F"/>
    <w:rsid w:val="004B0828"/>
    <w:rsid w:val="004B3304"/>
    <w:rsid w:val="004B3DF1"/>
    <w:rsid w:val="004B4BC0"/>
    <w:rsid w:val="004B5555"/>
    <w:rsid w:val="004C0484"/>
    <w:rsid w:val="004C259B"/>
    <w:rsid w:val="004C777E"/>
    <w:rsid w:val="004D0C54"/>
    <w:rsid w:val="004D16A4"/>
    <w:rsid w:val="004E6682"/>
    <w:rsid w:val="004E6D8A"/>
    <w:rsid w:val="004F0411"/>
    <w:rsid w:val="004F15EF"/>
    <w:rsid w:val="004F22FE"/>
    <w:rsid w:val="004F774D"/>
    <w:rsid w:val="005013B0"/>
    <w:rsid w:val="005015E4"/>
    <w:rsid w:val="005017A6"/>
    <w:rsid w:val="0050291D"/>
    <w:rsid w:val="005064CD"/>
    <w:rsid w:val="00506C00"/>
    <w:rsid w:val="00511016"/>
    <w:rsid w:val="005159B3"/>
    <w:rsid w:val="00522C03"/>
    <w:rsid w:val="00523110"/>
    <w:rsid w:val="00525EA4"/>
    <w:rsid w:val="005276B7"/>
    <w:rsid w:val="0052791F"/>
    <w:rsid w:val="00532CFF"/>
    <w:rsid w:val="00534D3D"/>
    <w:rsid w:val="00536880"/>
    <w:rsid w:val="00540AD0"/>
    <w:rsid w:val="00543A76"/>
    <w:rsid w:val="00547738"/>
    <w:rsid w:val="005522F3"/>
    <w:rsid w:val="005523D1"/>
    <w:rsid w:val="0055532E"/>
    <w:rsid w:val="00555BC3"/>
    <w:rsid w:val="00557C8E"/>
    <w:rsid w:val="00561B2B"/>
    <w:rsid w:val="0056357E"/>
    <w:rsid w:val="00564952"/>
    <w:rsid w:val="0056645F"/>
    <w:rsid w:val="00571AB1"/>
    <w:rsid w:val="00577E1C"/>
    <w:rsid w:val="00580DB1"/>
    <w:rsid w:val="005814AC"/>
    <w:rsid w:val="00584676"/>
    <w:rsid w:val="00584923"/>
    <w:rsid w:val="005854B7"/>
    <w:rsid w:val="00587AB1"/>
    <w:rsid w:val="0059070B"/>
    <w:rsid w:val="0059283C"/>
    <w:rsid w:val="00595082"/>
    <w:rsid w:val="005A0D95"/>
    <w:rsid w:val="005A224B"/>
    <w:rsid w:val="005A5EAE"/>
    <w:rsid w:val="005B1225"/>
    <w:rsid w:val="005B17D8"/>
    <w:rsid w:val="005B1D82"/>
    <w:rsid w:val="005B4077"/>
    <w:rsid w:val="005B65E5"/>
    <w:rsid w:val="005C28B0"/>
    <w:rsid w:val="005C2F01"/>
    <w:rsid w:val="005C5F3C"/>
    <w:rsid w:val="005D01BE"/>
    <w:rsid w:val="005D1177"/>
    <w:rsid w:val="005D1D13"/>
    <w:rsid w:val="005D254A"/>
    <w:rsid w:val="005D5460"/>
    <w:rsid w:val="005E08CD"/>
    <w:rsid w:val="005E37E8"/>
    <w:rsid w:val="005E74C5"/>
    <w:rsid w:val="005F219D"/>
    <w:rsid w:val="005F2437"/>
    <w:rsid w:val="005F318A"/>
    <w:rsid w:val="005F7710"/>
    <w:rsid w:val="006004F7"/>
    <w:rsid w:val="00603261"/>
    <w:rsid w:val="00607597"/>
    <w:rsid w:val="00610F93"/>
    <w:rsid w:val="006127CC"/>
    <w:rsid w:val="00614661"/>
    <w:rsid w:val="006243C6"/>
    <w:rsid w:val="006273BC"/>
    <w:rsid w:val="00632009"/>
    <w:rsid w:val="00632D70"/>
    <w:rsid w:val="00633CF1"/>
    <w:rsid w:val="00633F32"/>
    <w:rsid w:val="00635A6C"/>
    <w:rsid w:val="00637091"/>
    <w:rsid w:val="00642839"/>
    <w:rsid w:val="006457F8"/>
    <w:rsid w:val="00645CCB"/>
    <w:rsid w:val="0064700E"/>
    <w:rsid w:val="006472A3"/>
    <w:rsid w:val="006474E0"/>
    <w:rsid w:val="006478CB"/>
    <w:rsid w:val="00650B88"/>
    <w:rsid w:val="00652C58"/>
    <w:rsid w:val="006530EF"/>
    <w:rsid w:val="006554DD"/>
    <w:rsid w:val="00660951"/>
    <w:rsid w:val="006636E2"/>
    <w:rsid w:val="00664C4E"/>
    <w:rsid w:val="00666273"/>
    <w:rsid w:val="00667FA9"/>
    <w:rsid w:val="0067233D"/>
    <w:rsid w:val="00672B2E"/>
    <w:rsid w:val="006745AE"/>
    <w:rsid w:val="00676870"/>
    <w:rsid w:val="00676AF3"/>
    <w:rsid w:val="00677895"/>
    <w:rsid w:val="00677BEF"/>
    <w:rsid w:val="006814A3"/>
    <w:rsid w:val="00682AFC"/>
    <w:rsid w:val="00683344"/>
    <w:rsid w:val="00684FC9"/>
    <w:rsid w:val="0069072B"/>
    <w:rsid w:val="0069174B"/>
    <w:rsid w:val="00693340"/>
    <w:rsid w:val="006A04C7"/>
    <w:rsid w:val="006A4287"/>
    <w:rsid w:val="006B05E3"/>
    <w:rsid w:val="006B09BC"/>
    <w:rsid w:val="006B6D5D"/>
    <w:rsid w:val="006B7B5A"/>
    <w:rsid w:val="006C0801"/>
    <w:rsid w:val="006C0C2C"/>
    <w:rsid w:val="006C1EAA"/>
    <w:rsid w:val="006C216F"/>
    <w:rsid w:val="006C45D4"/>
    <w:rsid w:val="006C490E"/>
    <w:rsid w:val="006D11BD"/>
    <w:rsid w:val="006D2042"/>
    <w:rsid w:val="006D66E3"/>
    <w:rsid w:val="006D75BA"/>
    <w:rsid w:val="006D7855"/>
    <w:rsid w:val="006E010C"/>
    <w:rsid w:val="006E1003"/>
    <w:rsid w:val="006E16BF"/>
    <w:rsid w:val="006E18F0"/>
    <w:rsid w:val="006E2C89"/>
    <w:rsid w:val="006E38AF"/>
    <w:rsid w:val="006E4F93"/>
    <w:rsid w:val="006F10FE"/>
    <w:rsid w:val="006F1174"/>
    <w:rsid w:val="00700135"/>
    <w:rsid w:val="0070212F"/>
    <w:rsid w:val="007034D5"/>
    <w:rsid w:val="00704C40"/>
    <w:rsid w:val="00705180"/>
    <w:rsid w:val="00710A39"/>
    <w:rsid w:val="00711605"/>
    <w:rsid w:val="00711DF6"/>
    <w:rsid w:val="00716FBC"/>
    <w:rsid w:val="00717090"/>
    <w:rsid w:val="00720739"/>
    <w:rsid w:val="0072253E"/>
    <w:rsid w:val="00723E1F"/>
    <w:rsid w:val="0072443D"/>
    <w:rsid w:val="007247E5"/>
    <w:rsid w:val="007248B7"/>
    <w:rsid w:val="007254CA"/>
    <w:rsid w:val="007267D2"/>
    <w:rsid w:val="00730CF8"/>
    <w:rsid w:val="00731A90"/>
    <w:rsid w:val="00732608"/>
    <w:rsid w:val="00733251"/>
    <w:rsid w:val="00734083"/>
    <w:rsid w:val="00736DCA"/>
    <w:rsid w:val="00745C47"/>
    <w:rsid w:val="00745E49"/>
    <w:rsid w:val="0075003D"/>
    <w:rsid w:val="00751D97"/>
    <w:rsid w:val="00752C55"/>
    <w:rsid w:val="007562D4"/>
    <w:rsid w:val="007573FA"/>
    <w:rsid w:val="00757EF9"/>
    <w:rsid w:val="00761DBF"/>
    <w:rsid w:val="00761FCF"/>
    <w:rsid w:val="00765503"/>
    <w:rsid w:val="00767B7E"/>
    <w:rsid w:val="007705E9"/>
    <w:rsid w:val="00771D7D"/>
    <w:rsid w:val="007745B7"/>
    <w:rsid w:val="007750C8"/>
    <w:rsid w:val="00776538"/>
    <w:rsid w:val="007802BE"/>
    <w:rsid w:val="00780EEF"/>
    <w:rsid w:val="0078134C"/>
    <w:rsid w:val="00781C47"/>
    <w:rsid w:val="007837C7"/>
    <w:rsid w:val="00784B44"/>
    <w:rsid w:val="00785465"/>
    <w:rsid w:val="00787656"/>
    <w:rsid w:val="00791767"/>
    <w:rsid w:val="0079268A"/>
    <w:rsid w:val="00794859"/>
    <w:rsid w:val="00797C88"/>
    <w:rsid w:val="007A1013"/>
    <w:rsid w:val="007A235B"/>
    <w:rsid w:val="007A4CA9"/>
    <w:rsid w:val="007A60B4"/>
    <w:rsid w:val="007A7D19"/>
    <w:rsid w:val="007A7EC2"/>
    <w:rsid w:val="007B042D"/>
    <w:rsid w:val="007B05BB"/>
    <w:rsid w:val="007B6E0A"/>
    <w:rsid w:val="007B764C"/>
    <w:rsid w:val="007C118A"/>
    <w:rsid w:val="007C636F"/>
    <w:rsid w:val="007D0FC7"/>
    <w:rsid w:val="007D39EB"/>
    <w:rsid w:val="007D5240"/>
    <w:rsid w:val="007E7319"/>
    <w:rsid w:val="007E74E1"/>
    <w:rsid w:val="007E77A8"/>
    <w:rsid w:val="007F491C"/>
    <w:rsid w:val="00800D07"/>
    <w:rsid w:val="008025F3"/>
    <w:rsid w:val="00803BF8"/>
    <w:rsid w:val="008061C9"/>
    <w:rsid w:val="008066D8"/>
    <w:rsid w:val="008074BB"/>
    <w:rsid w:val="00811A18"/>
    <w:rsid w:val="008121AF"/>
    <w:rsid w:val="00812E18"/>
    <w:rsid w:val="00813711"/>
    <w:rsid w:val="00821E64"/>
    <w:rsid w:val="008253C4"/>
    <w:rsid w:val="008263C2"/>
    <w:rsid w:val="008307DB"/>
    <w:rsid w:val="00831A7E"/>
    <w:rsid w:val="00833398"/>
    <w:rsid w:val="00835D9D"/>
    <w:rsid w:val="00835FC9"/>
    <w:rsid w:val="008368F8"/>
    <w:rsid w:val="008370E3"/>
    <w:rsid w:val="008418FA"/>
    <w:rsid w:val="00842959"/>
    <w:rsid w:val="00843390"/>
    <w:rsid w:val="0085235A"/>
    <w:rsid w:val="00854138"/>
    <w:rsid w:val="00854410"/>
    <w:rsid w:val="008544DF"/>
    <w:rsid w:val="008602B6"/>
    <w:rsid w:val="00860AAD"/>
    <w:rsid w:val="00861AA6"/>
    <w:rsid w:val="008708F3"/>
    <w:rsid w:val="00871354"/>
    <w:rsid w:val="00873611"/>
    <w:rsid w:val="00873C8F"/>
    <w:rsid w:val="008745FE"/>
    <w:rsid w:val="00874FB3"/>
    <w:rsid w:val="00877F7C"/>
    <w:rsid w:val="00880BE3"/>
    <w:rsid w:val="00881359"/>
    <w:rsid w:val="00882093"/>
    <w:rsid w:val="00882588"/>
    <w:rsid w:val="00884ADE"/>
    <w:rsid w:val="008856CF"/>
    <w:rsid w:val="00885864"/>
    <w:rsid w:val="00890A1D"/>
    <w:rsid w:val="00891642"/>
    <w:rsid w:val="0089383B"/>
    <w:rsid w:val="0089534B"/>
    <w:rsid w:val="0089616F"/>
    <w:rsid w:val="008A0232"/>
    <w:rsid w:val="008B0470"/>
    <w:rsid w:val="008B05E7"/>
    <w:rsid w:val="008B06C5"/>
    <w:rsid w:val="008B164E"/>
    <w:rsid w:val="008B4F06"/>
    <w:rsid w:val="008B502A"/>
    <w:rsid w:val="008B57D8"/>
    <w:rsid w:val="008B65CF"/>
    <w:rsid w:val="008B7A65"/>
    <w:rsid w:val="008C1219"/>
    <w:rsid w:val="008C123E"/>
    <w:rsid w:val="008C137D"/>
    <w:rsid w:val="008C22DD"/>
    <w:rsid w:val="008C3A54"/>
    <w:rsid w:val="008C3DFD"/>
    <w:rsid w:val="008C3ED0"/>
    <w:rsid w:val="008C5DA5"/>
    <w:rsid w:val="008C5E94"/>
    <w:rsid w:val="008D196A"/>
    <w:rsid w:val="008D27BC"/>
    <w:rsid w:val="008E3EF2"/>
    <w:rsid w:val="008E51C9"/>
    <w:rsid w:val="008E5BEB"/>
    <w:rsid w:val="008E6306"/>
    <w:rsid w:val="008F6355"/>
    <w:rsid w:val="008F68F7"/>
    <w:rsid w:val="009005A6"/>
    <w:rsid w:val="009006CF"/>
    <w:rsid w:val="00900C71"/>
    <w:rsid w:val="00902A1C"/>
    <w:rsid w:val="009037B6"/>
    <w:rsid w:val="00906CBE"/>
    <w:rsid w:val="00910024"/>
    <w:rsid w:val="00910384"/>
    <w:rsid w:val="0091643D"/>
    <w:rsid w:val="00916E33"/>
    <w:rsid w:val="0092093B"/>
    <w:rsid w:val="00930669"/>
    <w:rsid w:val="00932C33"/>
    <w:rsid w:val="00937C63"/>
    <w:rsid w:val="009427A1"/>
    <w:rsid w:val="00942FFE"/>
    <w:rsid w:val="009551E0"/>
    <w:rsid w:val="0095654E"/>
    <w:rsid w:val="00956F3C"/>
    <w:rsid w:val="00970678"/>
    <w:rsid w:val="00971C34"/>
    <w:rsid w:val="00972488"/>
    <w:rsid w:val="009726D0"/>
    <w:rsid w:val="0097421D"/>
    <w:rsid w:val="00976117"/>
    <w:rsid w:val="00976A23"/>
    <w:rsid w:val="009800BC"/>
    <w:rsid w:val="009816F6"/>
    <w:rsid w:val="009843BA"/>
    <w:rsid w:val="009900F0"/>
    <w:rsid w:val="00990B9B"/>
    <w:rsid w:val="00991370"/>
    <w:rsid w:val="00991769"/>
    <w:rsid w:val="00991ACA"/>
    <w:rsid w:val="009928B5"/>
    <w:rsid w:val="00993236"/>
    <w:rsid w:val="00993D8C"/>
    <w:rsid w:val="00994E3D"/>
    <w:rsid w:val="009A297E"/>
    <w:rsid w:val="009A6127"/>
    <w:rsid w:val="009B0CC1"/>
    <w:rsid w:val="009B69F0"/>
    <w:rsid w:val="009B713C"/>
    <w:rsid w:val="009C0F18"/>
    <w:rsid w:val="009C12C6"/>
    <w:rsid w:val="009C2555"/>
    <w:rsid w:val="009C705A"/>
    <w:rsid w:val="009C7778"/>
    <w:rsid w:val="009C7EE6"/>
    <w:rsid w:val="009D06AE"/>
    <w:rsid w:val="009D09E2"/>
    <w:rsid w:val="009D1E42"/>
    <w:rsid w:val="009D282B"/>
    <w:rsid w:val="009D7148"/>
    <w:rsid w:val="009E02FD"/>
    <w:rsid w:val="009E4C74"/>
    <w:rsid w:val="009E56CC"/>
    <w:rsid w:val="009E59F1"/>
    <w:rsid w:val="009E62B6"/>
    <w:rsid w:val="009F0A1A"/>
    <w:rsid w:val="009F26CA"/>
    <w:rsid w:val="009F35DA"/>
    <w:rsid w:val="009F4034"/>
    <w:rsid w:val="009F43D0"/>
    <w:rsid w:val="009F6DAF"/>
    <w:rsid w:val="00A000F0"/>
    <w:rsid w:val="00A00568"/>
    <w:rsid w:val="00A00884"/>
    <w:rsid w:val="00A00EEB"/>
    <w:rsid w:val="00A020CE"/>
    <w:rsid w:val="00A02F62"/>
    <w:rsid w:val="00A02FA3"/>
    <w:rsid w:val="00A030C3"/>
    <w:rsid w:val="00A04803"/>
    <w:rsid w:val="00A10147"/>
    <w:rsid w:val="00A10EDE"/>
    <w:rsid w:val="00A11331"/>
    <w:rsid w:val="00A12348"/>
    <w:rsid w:val="00A131E6"/>
    <w:rsid w:val="00A13843"/>
    <w:rsid w:val="00A146A5"/>
    <w:rsid w:val="00A17466"/>
    <w:rsid w:val="00A204B3"/>
    <w:rsid w:val="00A20576"/>
    <w:rsid w:val="00A21593"/>
    <w:rsid w:val="00A221F7"/>
    <w:rsid w:val="00A22C21"/>
    <w:rsid w:val="00A2604E"/>
    <w:rsid w:val="00A31CCE"/>
    <w:rsid w:val="00A33C95"/>
    <w:rsid w:val="00A34FF3"/>
    <w:rsid w:val="00A35351"/>
    <w:rsid w:val="00A361C7"/>
    <w:rsid w:val="00A36723"/>
    <w:rsid w:val="00A43140"/>
    <w:rsid w:val="00A46DF5"/>
    <w:rsid w:val="00A5149A"/>
    <w:rsid w:val="00A53650"/>
    <w:rsid w:val="00A53E51"/>
    <w:rsid w:val="00A57183"/>
    <w:rsid w:val="00A60693"/>
    <w:rsid w:val="00A6196D"/>
    <w:rsid w:val="00A619C0"/>
    <w:rsid w:val="00A61ADF"/>
    <w:rsid w:val="00A62012"/>
    <w:rsid w:val="00A624CB"/>
    <w:rsid w:val="00A62AC0"/>
    <w:rsid w:val="00A75118"/>
    <w:rsid w:val="00A76BD2"/>
    <w:rsid w:val="00A8267D"/>
    <w:rsid w:val="00A82E14"/>
    <w:rsid w:val="00A8688E"/>
    <w:rsid w:val="00A8722B"/>
    <w:rsid w:val="00A901E9"/>
    <w:rsid w:val="00A917B6"/>
    <w:rsid w:val="00A91831"/>
    <w:rsid w:val="00A91B3B"/>
    <w:rsid w:val="00A93B4F"/>
    <w:rsid w:val="00A94F7A"/>
    <w:rsid w:val="00A95D3B"/>
    <w:rsid w:val="00A97341"/>
    <w:rsid w:val="00AA0081"/>
    <w:rsid w:val="00AA4E4D"/>
    <w:rsid w:val="00AA5E38"/>
    <w:rsid w:val="00AB09ED"/>
    <w:rsid w:val="00AB3DC0"/>
    <w:rsid w:val="00AB4CBB"/>
    <w:rsid w:val="00AC125E"/>
    <w:rsid w:val="00AC45DF"/>
    <w:rsid w:val="00AC474D"/>
    <w:rsid w:val="00AC4DFD"/>
    <w:rsid w:val="00AC4F47"/>
    <w:rsid w:val="00AC5663"/>
    <w:rsid w:val="00AC58FD"/>
    <w:rsid w:val="00AD0F6D"/>
    <w:rsid w:val="00AD1166"/>
    <w:rsid w:val="00AD19D2"/>
    <w:rsid w:val="00AD1A96"/>
    <w:rsid w:val="00AD3042"/>
    <w:rsid w:val="00AD793A"/>
    <w:rsid w:val="00AE0120"/>
    <w:rsid w:val="00AE3038"/>
    <w:rsid w:val="00AE3D4A"/>
    <w:rsid w:val="00AE5956"/>
    <w:rsid w:val="00AE619F"/>
    <w:rsid w:val="00AE7A88"/>
    <w:rsid w:val="00AF060F"/>
    <w:rsid w:val="00AF13D2"/>
    <w:rsid w:val="00AF2A56"/>
    <w:rsid w:val="00AF51D1"/>
    <w:rsid w:val="00AF63AB"/>
    <w:rsid w:val="00B01784"/>
    <w:rsid w:val="00B0388B"/>
    <w:rsid w:val="00B03BEE"/>
    <w:rsid w:val="00B0517E"/>
    <w:rsid w:val="00B11314"/>
    <w:rsid w:val="00B113E3"/>
    <w:rsid w:val="00B1156A"/>
    <w:rsid w:val="00B138E3"/>
    <w:rsid w:val="00B13FB5"/>
    <w:rsid w:val="00B178FA"/>
    <w:rsid w:val="00B17D8E"/>
    <w:rsid w:val="00B207C3"/>
    <w:rsid w:val="00B21443"/>
    <w:rsid w:val="00B22468"/>
    <w:rsid w:val="00B23267"/>
    <w:rsid w:val="00B23906"/>
    <w:rsid w:val="00B23F96"/>
    <w:rsid w:val="00B257BF"/>
    <w:rsid w:val="00B27149"/>
    <w:rsid w:val="00B34BB7"/>
    <w:rsid w:val="00B35B4D"/>
    <w:rsid w:val="00B362F0"/>
    <w:rsid w:val="00B36652"/>
    <w:rsid w:val="00B425AB"/>
    <w:rsid w:val="00B45279"/>
    <w:rsid w:val="00B47090"/>
    <w:rsid w:val="00B532D1"/>
    <w:rsid w:val="00B57925"/>
    <w:rsid w:val="00B601BB"/>
    <w:rsid w:val="00B602A5"/>
    <w:rsid w:val="00B61E3E"/>
    <w:rsid w:val="00B6432A"/>
    <w:rsid w:val="00B67A79"/>
    <w:rsid w:val="00B72335"/>
    <w:rsid w:val="00B72D62"/>
    <w:rsid w:val="00B767AF"/>
    <w:rsid w:val="00B80511"/>
    <w:rsid w:val="00B80798"/>
    <w:rsid w:val="00B80876"/>
    <w:rsid w:val="00B82C3C"/>
    <w:rsid w:val="00B82DE6"/>
    <w:rsid w:val="00B831CD"/>
    <w:rsid w:val="00B846F6"/>
    <w:rsid w:val="00B85329"/>
    <w:rsid w:val="00B91B73"/>
    <w:rsid w:val="00B91B9D"/>
    <w:rsid w:val="00BA1B71"/>
    <w:rsid w:val="00BA3176"/>
    <w:rsid w:val="00BA5E20"/>
    <w:rsid w:val="00BA607C"/>
    <w:rsid w:val="00BA6734"/>
    <w:rsid w:val="00BB3E2A"/>
    <w:rsid w:val="00BB48A7"/>
    <w:rsid w:val="00BB7121"/>
    <w:rsid w:val="00BC0479"/>
    <w:rsid w:val="00BC1651"/>
    <w:rsid w:val="00BC16F5"/>
    <w:rsid w:val="00BC18FF"/>
    <w:rsid w:val="00BC287D"/>
    <w:rsid w:val="00BC2A38"/>
    <w:rsid w:val="00BC46EB"/>
    <w:rsid w:val="00BC57FE"/>
    <w:rsid w:val="00BC643B"/>
    <w:rsid w:val="00BD2A41"/>
    <w:rsid w:val="00BD32E5"/>
    <w:rsid w:val="00BD36C4"/>
    <w:rsid w:val="00BD4BC6"/>
    <w:rsid w:val="00BD6E1A"/>
    <w:rsid w:val="00BD79DE"/>
    <w:rsid w:val="00BE1095"/>
    <w:rsid w:val="00BE150A"/>
    <w:rsid w:val="00BE6767"/>
    <w:rsid w:val="00BE686C"/>
    <w:rsid w:val="00BE78EC"/>
    <w:rsid w:val="00BF46EE"/>
    <w:rsid w:val="00BF646E"/>
    <w:rsid w:val="00C0613C"/>
    <w:rsid w:val="00C10D05"/>
    <w:rsid w:val="00C13970"/>
    <w:rsid w:val="00C13DF9"/>
    <w:rsid w:val="00C14FBA"/>
    <w:rsid w:val="00C15484"/>
    <w:rsid w:val="00C15EA1"/>
    <w:rsid w:val="00C174DB"/>
    <w:rsid w:val="00C17A8E"/>
    <w:rsid w:val="00C2378F"/>
    <w:rsid w:val="00C24F70"/>
    <w:rsid w:val="00C25615"/>
    <w:rsid w:val="00C25DC2"/>
    <w:rsid w:val="00C26A06"/>
    <w:rsid w:val="00C33479"/>
    <w:rsid w:val="00C40ED2"/>
    <w:rsid w:val="00C41F10"/>
    <w:rsid w:val="00C432DD"/>
    <w:rsid w:val="00C4423A"/>
    <w:rsid w:val="00C501FE"/>
    <w:rsid w:val="00C56957"/>
    <w:rsid w:val="00C5784B"/>
    <w:rsid w:val="00C639FF"/>
    <w:rsid w:val="00C63CB4"/>
    <w:rsid w:val="00C6442A"/>
    <w:rsid w:val="00C64D15"/>
    <w:rsid w:val="00C66088"/>
    <w:rsid w:val="00C67C4C"/>
    <w:rsid w:val="00C74B5D"/>
    <w:rsid w:val="00C74F74"/>
    <w:rsid w:val="00C7554B"/>
    <w:rsid w:val="00C80951"/>
    <w:rsid w:val="00C8205E"/>
    <w:rsid w:val="00C8223A"/>
    <w:rsid w:val="00C82EB5"/>
    <w:rsid w:val="00C87966"/>
    <w:rsid w:val="00C902DE"/>
    <w:rsid w:val="00C916AE"/>
    <w:rsid w:val="00C93AAA"/>
    <w:rsid w:val="00C95FCD"/>
    <w:rsid w:val="00C97188"/>
    <w:rsid w:val="00CA0639"/>
    <w:rsid w:val="00CA11D0"/>
    <w:rsid w:val="00CA2E02"/>
    <w:rsid w:val="00CA583A"/>
    <w:rsid w:val="00CA5EC6"/>
    <w:rsid w:val="00CB5744"/>
    <w:rsid w:val="00CB7022"/>
    <w:rsid w:val="00CB7BC5"/>
    <w:rsid w:val="00CC141E"/>
    <w:rsid w:val="00CC586D"/>
    <w:rsid w:val="00CC7DBC"/>
    <w:rsid w:val="00CD1BA3"/>
    <w:rsid w:val="00CD1D23"/>
    <w:rsid w:val="00CD3612"/>
    <w:rsid w:val="00CD3E69"/>
    <w:rsid w:val="00CD4224"/>
    <w:rsid w:val="00CD6B7D"/>
    <w:rsid w:val="00CD7D29"/>
    <w:rsid w:val="00CE0847"/>
    <w:rsid w:val="00CE0B6C"/>
    <w:rsid w:val="00CE11D0"/>
    <w:rsid w:val="00CE4708"/>
    <w:rsid w:val="00CE4C50"/>
    <w:rsid w:val="00CE6858"/>
    <w:rsid w:val="00CE7450"/>
    <w:rsid w:val="00CE770C"/>
    <w:rsid w:val="00CF50BE"/>
    <w:rsid w:val="00CF538C"/>
    <w:rsid w:val="00CF7625"/>
    <w:rsid w:val="00D0506A"/>
    <w:rsid w:val="00D10FA1"/>
    <w:rsid w:val="00D1289C"/>
    <w:rsid w:val="00D142D3"/>
    <w:rsid w:val="00D1666F"/>
    <w:rsid w:val="00D2071A"/>
    <w:rsid w:val="00D22F44"/>
    <w:rsid w:val="00D25177"/>
    <w:rsid w:val="00D30F73"/>
    <w:rsid w:val="00D30F97"/>
    <w:rsid w:val="00D313A0"/>
    <w:rsid w:val="00D36FE0"/>
    <w:rsid w:val="00D40799"/>
    <w:rsid w:val="00D41A06"/>
    <w:rsid w:val="00D42ABF"/>
    <w:rsid w:val="00D42F40"/>
    <w:rsid w:val="00D45B67"/>
    <w:rsid w:val="00D5034A"/>
    <w:rsid w:val="00D51F49"/>
    <w:rsid w:val="00D55EE8"/>
    <w:rsid w:val="00D562CB"/>
    <w:rsid w:val="00D569D1"/>
    <w:rsid w:val="00D56AD8"/>
    <w:rsid w:val="00D56C05"/>
    <w:rsid w:val="00D5785A"/>
    <w:rsid w:val="00D63293"/>
    <w:rsid w:val="00D6375F"/>
    <w:rsid w:val="00D64C48"/>
    <w:rsid w:val="00D6680B"/>
    <w:rsid w:val="00D72F4F"/>
    <w:rsid w:val="00D731C4"/>
    <w:rsid w:val="00D74EB4"/>
    <w:rsid w:val="00D801FC"/>
    <w:rsid w:val="00D85BE0"/>
    <w:rsid w:val="00D87FD7"/>
    <w:rsid w:val="00D91466"/>
    <w:rsid w:val="00D915ED"/>
    <w:rsid w:val="00D91DE4"/>
    <w:rsid w:val="00D92300"/>
    <w:rsid w:val="00D94AFC"/>
    <w:rsid w:val="00D950E6"/>
    <w:rsid w:val="00D97047"/>
    <w:rsid w:val="00DA3619"/>
    <w:rsid w:val="00DB0B88"/>
    <w:rsid w:val="00DB1652"/>
    <w:rsid w:val="00DB5773"/>
    <w:rsid w:val="00DB58A6"/>
    <w:rsid w:val="00DB6B99"/>
    <w:rsid w:val="00DC001A"/>
    <w:rsid w:val="00DD22BB"/>
    <w:rsid w:val="00DD4F44"/>
    <w:rsid w:val="00DD686C"/>
    <w:rsid w:val="00DD7E0C"/>
    <w:rsid w:val="00DE2AC3"/>
    <w:rsid w:val="00DE2E40"/>
    <w:rsid w:val="00DE3598"/>
    <w:rsid w:val="00DE3FBD"/>
    <w:rsid w:val="00DE43F5"/>
    <w:rsid w:val="00DE65FB"/>
    <w:rsid w:val="00DF234F"/>
    <w:rsid w:val="00DF420A"/>
    <w:rsid w:val="00E02472"/>
    <w:rsid w:val="00E041F0"/>
    <w:rsid w:val="00E128D8"/>
    <w:rsid w:val="00E130C3"/>
    <w:rsid w:val="00E17EDF"/>
    <w:rsid w:val="00E2082D"/>
    <w:rsid w:val="00E221E2"/>
    <w:rsid w:val="00E2330D"/>
    <w:rsid w:val="00E24303"/>
    <w:rsid w:val="00E27A16"/>
    <w:rsid w:val="00E320C4"/>
    <w:rsid w:val="00E40F7B"/>
    <w:rsid w:val="00E43E48"/>
    <w:rsid w:val="00E46D60"/>
    <w:rsid w:val="00E47C33"/>
    <w:rsid w:val="00E47F58"/>
    <w:rsid w:val="00E54BFC"/>
    <w:rsid w:val="00E55248"/>
    <w:rsid w:val="00E56D9D"/>
    <w:rsid w:val="00E60E2E"/>
    <w:rsid w:val="00E71A2D"/>
    <w:rsid w:val="00E72FB3"/>
    <w:rsid w:val="00E74A73"/>
    <w:rsid w:val="00E74E0D"/>
    <w:rsid w:val="00E823C1"/>
    <w:rsid w:val="00E82DB7"/>
    <w:rsid w:val="00E83C85"/>
    <w:rsid w:val="00E8579C"/>
    <w:rsid w:val="00E865FE"/>
    <w:rsid w:val="00E91408"/>
    <w:rsid w:val="00E91759"/>
    <w:rsid w:val="00E9654B"/>
    <w:rsid w:val="00E97152"/>
    <w:rsid w:val="00EA13E4"/>
    <w:rsid w:val="00EA18DB"/>
    <w:rsid w:val="00EA2FBA"/>
    <w:rsid w:val="00EA4DC5"/>
    <w:rsid w:val="00EA5664"/>
    <w:rsid w:val="00EA66DF"/>
    <w:rsid w:val="00EA6ADC"/>
    <w:rsid w:val="00EB13A7"/>
    <w:rsid w:val="00EB14DF"/>
    <w:rsid w:val="00EB1A4D"/>
    <w:rsid w:val="00EB3A07"/>
    <w:rsid w:val="00EB5539"/>
    <w:rsid w:val="00EC3F31"/>
    <w:rsid w:val="00EC52E7"/>
    <w:rsid w:val="00EC7E0E"/>
    <w:rsid w:val="00ED3698"/>
    <w:rsid w:val="00ED4794"/>
    <w:rsid w:val="00ED7B59"/>
    <w:rsid w:val="00EE265C"/>
    <w:rsid w:val="00EE5C63"/>
    <w:rsid w:val="00EF416F"/>
    <w:rsid w:val="00F00449"/>
    <w:rsid w:val="00F0095C"/>
    <w:rsid w:val="00F01129"/>
    <w:rsid w:val="00F01CCA"/>
    <w:rsid w:val="00F01F2C"/>
    <w:rsid w:val="00F02104"/>
    <w:rsid w:val="00F04EF6"/>
    <w:rsid w:val="00F06C17"/>
    <w:rsid w:val="00F121B2"/>
    <w:rsid w:val="00F138B4"/>
    <w:rsid w:val="00F13C82"/>
    <w:rsid w:val="00F1632B"/>
    <w:rsid w:val="00F202CA"/>
    <w:rsid w:val="00F223A7"/>
    <w:rsid w:val="00F26A64"/>
    <w:rsid w:val="00F334CB"/>
    <w:rsid w:val="00F3495A"/>
    <w:rsid w:val="00F34E2C"/>
    <w:rsid w:val="00F370BC"/>
    <w:rsid w:val="00F37143"/>
    <w:rsid w:val="00F41E50"/>
    <w:rsid w:val="00F50562"/>
    <w:rsid w:val="00F50A92"/>
    <w:rsid w:val="00F50B0B"/>
    <w:rsid w:val="00F50D01"/>
    <w:rsid w:val="00F56BC1"/>
    <w:rsid w:val="00F618C4"/>
    <w:rsid w:val="00F65774"/>
    <w:rsid w:val="00F65A34"/>
    <w:rsid w:val="00F65F4C"/>
    <w:rsid w:val="00F71A60"/>
    <w:rsid w:val="00F725DA"/>
    <w:rsid w:val="00F7536E"/>
    <w:rsid w:val="00F75652"/>
    <w:rsid w:val="00F76137"/>
    <w:rsid w:val="00F7782D"/>
    <w:rsid w:val="00F8168B"/>
    <w:rsid w:val="00F81CF2"/>
    <w:rsid w:val="00F81F93"/>
    <w:rsid w:val="00F857D1"/>
    <w:rsid w:val="00F86FD9"/>
    <w:rsid w:val="00F91DCC"/>
    <w:rsid w:val="00F9323F"/>
    <w:rsid w:val="00F943FE"/>
    <w:rsid w:val="00F95814"/>
    <w:rsid w:val="00F95CE9"/>
    <w:rsid w:val="00F97100"/>
    <w:rsid w:val="00FA01D9"/>
    <w:rsid w:val="00FB0401"/>
    <w:rsid w:val="00FC1DFB"/>
    <w:rsid w:val="00FC1EF2"/>
    <w:rsid w:val="00FC3343"/>
    <w:rsid w:val="00FC33BA"/>
    <w:rsid w:val="00FC35AB"/>
    <w:rsid w:val="00FC6134"/>
    <w:rsid w:val="00FC654D"/>
    <w:rsid w:val="00FC77CF"/>
    <w:rsid w:val="00FD0555"/>
    <w:rsid w:val="00FD06F5"/>
    <w:rsid w:val="00FD5961"/>
    <w:rsid w:val="00FE3EFA"/>
    <w:rsid w:val="00FE5C56"/>
    <w:rsid w:val="00FE5E20"/>
    <w:rsid w:val="00FE7AAC"/>
    <w:rsid w:val="00FE7B06"/>
    <w:rsid w:val="00FE7E98"/>
    <w:rsid w:val="00FF06BC"/>
    <w:rsid w:val="00FF20AC"/>
    <w:rsid w:val="00FF3801"/>
    <w:rsid w:val="00FF3A27"/>
    <w:rsid w:val="00FF3B27"/>
    <w:rsid w:val="00FF4E8D"/>
    <w:rsid w:val="00FF5CF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7A6F5E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uiPriority="2" w:qFormat="1"/>
    <w:lsdException w:name="heading 2" w:uiPriority="3" w:qFormat="1"/>
    <w:lsdException w:name="heading 3" w:qFormat="1"/>
    <w:lsdException w:name="heading 4" w:qFormat="1"/>
    <w:lsdException w:name="heading 6" w:semiHidden="1" w:unhideWhenUsed="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iPriority="99" w:unhideWhenUsed="1"/>
    <w:lsdException w:name="List Bullet" w:semiHidden="1" w:uiPriority="5" w:unhideWhenUsed="1" w:qFormat="1"/>
    <w:lsdException w:name="List Number" w:uiPriority="3" w:qFormat="1"/>
    <w:lsdException w:name="List 2" w:semiHidden="1" w:uiPriority="99" w:unhideWhenUsed="1"/>
    <w:lsdException w:name="List 3" w:semiHidden="1" w:uiPriority="99" w:unhideWhenUsed="1"/>
    <w:lsdException w:name="List 4" w:semiHidden="1" w:uiPriority="99"/>
    <w:lsdException w:name="List 5" w:semiHidden="1" w:uiPriority="99"/>
    <w:lsdException w:name="List Bullet 2" w:semiHidden="1" w:uiPriority="5" w:unhideWhenUsed="1"/>
    <w:lsdException w:name="List Bullet 3" w:semiHidden="1" w:uiPriority="5" w:unhideWhenUsed="1"/>
    <w:lsdException w:name="List Bullet 4" w:semiHidden="1" w:uiPriority="5" w:unhideWhenUsed="1"/>
    <w:lsdException w:name="List Bullet 5" w:semiHidden="1" w:uiPriority="5" w:unhideWhenUsed="1"/>
    <w:lsdException w:name="List Number 2" w:semiHidden="1" w:uiPriority="5" w:unhideWhenUsed="1"/>
    <w:lsdException w:name="List Number 3" w:semiHidden="1" w:uiPriority="5" w:unhideWhenUsed="1"/>
    <w:lsdException w:name="List Number 4" w:semiHidden="1" w:uiPriority="5" w:unhideWhenUsed="1"/>
    <w:lsdException w:name="List Number 5" w:semiHidden="1" w:uiPriority="5" w:unhideWhenUsed="1"/>
    <w:lsdException w:name="Title" w:uiPriority="40"/>
    <w:lsdException w:name="Closing" w:semiHidden="1" w:uiPriority="99"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41"/>
    <w:lsdException w:name="Salutation" w:semiHidden="1"/>
    <w:lsdException w:name="Date" w:uiPriority="42"/>
    <w:lsdException w:name="Body Text First Indent" w:semiHidden="1"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iPriority="99" w:unhideWhenUsed="1"/>
    <w:lsdException w:name="HTML Top of Form" w:semiHidden="1" w:unhideWhenUsed="1"/>
    <w:lsdException w:name="HTML Bottom of Form" w:semiHidden="1"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C89"/>
    <w:pPr>
      <w:spacing w:before="120" w:after="120" w:line="320" w:lineRule="atLeast"/>
    </w:pPr>
    <w:rPr>
      <w:rFonts w:asciiTheme="minorHAnsi" w:hAnsiTheme="minorHAnsi"/>
      <w:color w:val="3F3F3F" w:themeColor="text1"/>
      <w:sz w:val="22"/>
      <w:szCs w:val="24"/>
    </w:rPr>
  </w:style>
  <w:style w:type="paragraph" w:styleId="Heading1">
    <w:name w:val="heading 1"/>
    <w:aliases w:val="Small H1"/>
    <w:basedOn w:val="Normal"/>
    <w:next w:val="Normal"/>
    <w:uiPriority w:val="2"/>
    <w:qFormat/>
    <w:rsid w:val="00595082"/>
    <w:pPr>
      <w:keepNext/>
      <w:keepLines/>
      <w:pBdr>
        <w:bottom w:val="single" w:sz="24" w:space="31" w:color="20B9A3" w:themeColor="background2"/>
      </w:pBdr>
      <w:spacing w:before="0" w:after="360" w:line="240" w:lineRule="auto"/>
      <w:contextualSpacing/>
      <w:outlineLvl w:val="0"/>
    </w:pPr>
    <w:rPr>
      <w:rFonts w:asciiTheme="majorHAnsi" w:hAnsiTheme="majorHAnsi"/>
      <w:b/>
      <w:color w:val="auto"/>
      <w:sz w:val="80"/>
      <w:szCs w:val="44"/>
    </w:rPr>
  </w:style>
  <w:style w:type="paragraph" w:styleId="Heading2">
    <w:name w:val="heading 2"/>
    <w:basedOn w:val="Normal"/>
    <w:next w:val="Normal"/>
    <w:link w:val="Heading2Char"/>
    <w:uiPriority w:val="3"/>
    <w:qFormat/>
    <w:rsid w:val="002535AE"/>
    <w:pPr>
      <w:keepNext/>
      <w:keepLines/>
      <w:spacing w:before="240"/>
      <w:contextualSpacing/>
      <w:outlineLvl w:val="1"/>
    </w:pPr>
    <w:rPr>
      <w:rFonts w:asciiTheme="majorHAnsi" w:hAnsiTheme="majorHAnsi"/>
      <w:b/>
      <w:color w:val="117479" w:themeColor="accent2"/>
      <w:sz w:val="24"/>
      <w:szCs w:val="44"/>
    </w:rPr>
  </w:style>
  <w:style w:type="paragraph" w:styleId="Heading3">
    <w:name w:val="heading 3"/>
    <w:basedOn w:val="Normal"/>
    <w:next w:val="Normal"/>
    <w:uiPriority w:val="3"/>
    <w:qFormat/>
    <w:rsid w:val="002535AE"/>
    <w:pPr>
      <w:keepNext/>
      <w:keepLines/>
      <w:spacing w:before="240"/>
      <w:contextualSpacing/>
      <w:outlineLvl w:val="2"/>
    </w:pPr>
    <w:rPr>
      <w:rFonts w:asciiTheme="majorHAnsi" w:hAnsiTheme="majorHAnsi"/>
      <w:b/>
      <w:color w:val="auto"/>
      <w:sz w:val="24"/>
      <w:szCs w:val="28"/>
    </w:rPr>
  </w:style>
  <w:style w:type="paragraph" w:styleId="Heading4">
    <w:name w:val="heading 4"/>
    <w:basedOn w:val="Normal"/>
    <w:next w:val="Normal"/>
    <w:uiPriority w:val="3"/>
    <w:qFormat/>
    <w:rsid w:val="00BD79DE"/>
    <w:pPr>
      <w:keepNext/>
      <w:keepLines/>
      <w:spacing w:before="240"/>
      <w:contextualSpacing/>
      <w:outlineLvl w:val="3"/>
    </w:pPr>
    <w:rPr>
      <w:b/>
      <w:color w:val="auto"/>
    </w:rPr>
  </w:style>
  <w:style w:type="paragraph" w:styleId="Heading5">
    <w:name w:val="heading 5"/>
    <w:basedOn w:val="Normal"/>
    <w:next w:val="Normal"/>
    <w:link w:val="Heading5Char"/>
    <w:uiPriority w:val="99"/>
    <w:semiHidden/>
    <w:rsid w:val="002672F1"/>
    <w:pPr>
      <w:keepNext/>
      <w:spacing w:before="240"/>
      <w:contextualSpacing/>
      <w:outlineLvl w:val="4"/>
    </w:pPr>
    <w:rPr>
      <w:b/>
      <w:szCs w:val="22"/>
    </w:rPr>
  </w:style>
  <w:style w:type="paragraph" w:styleId="Heading6">
    <w:name w:val="heading 6"/>
    <w:basedOn w:val="Normal"/>
    <w:next w:val="Normal"/>
    <w:link w:val="Heading6Char"/>
    <w:uiPriority w:val="99"/>
    <w:semiHidden/>
    <w:rsid w:val="002672F1"/>
    <w:pPr>
      <w:keepNext/>
      <w:spacing w:before="240"/>
      <w:contextualSpacing/>
      <w:outlineLvl w:val="5"/>
    </w:pPr>
    <w:rPr>
      <w:b/>
      <w:sz w:val="20"/>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uiPriority w:val="99"/>
    <w:rsid w:val="00D91DE4"/>
    <w:pPr>
      <w:tabs>
        <w:tab w:val="right" w:pos="10319"/>
      </w:tabs>
      <w:spacing w:before="0" w:after="0" w:line="240" w:lineRule="auto"/>
    </w:pPr>
    <w:rPr>
      <w:sz w:val="14"/>
    </w:rPr>
  </w:style>
  <w:style w:type="paragraph" w:styleId="Title">
    <w:name w:val="Title"/>
    <w:aliases w:val="Small Title"/>
    <w:basedOn w:val="Normal"/>
    <w:link w:val="TitleChar"/>
    <w:uiPriority w:val="40"/>
    <w:rsid w:val="009C705A"/>
    <w:pPr>
      <w:spacing w:before="0" w:after="360" w:line="240" w:lineRule="auto"/>
      <w:contextualSpacing/>
      <w:outlineLvl w:val="0"/>
    </w:pPr>
    <w:rPr>
      <w:rFonts w:asciiTheme="majorHAnsi" w:hAnsiTheme="majorHAnsi" w:cs="Arial"/>
      <w:b/>
      <w:bCs/>
      <w:color w:val="auto"/>
      <w:kern w:val="28"/>
      <w:sz w:val="70"/>
      <w:szCs w:val="32"/>
    </w:rPr>
  </w:style>
  <w:style w:type="paragraph" w:styleId="ListBullet">
    <w:name w:val="List Bullet"/>
    <w:basedOn w:val="Normal"/>
    <w:uiPriority w:val="5"/>
    <w:qFormat/>
    <w:rsid w:val="00BA3176"/>
    <w:pPr>
      <w:numPr>
        <w:numId w:val="1"/>
      </w:numPr>
    </w:pPr>
  </w:style>
  <w:style w:type="paragraph" w:styleId="Footer">
    <w:name w:val="footer"/>
    <w:basedOn w:val="Header"/>
    <w:uiPriority w:val="99"/>
    <w:rsid w:val="00A00EEB"/>
    <w:pPr>
      <w:pBdr>
        <w:bottom w:val="single" w:sz="24" w:space="12" w:color="20B9A3" w:themeColor="background2"/>
      </w:pBdr>
      <w:tabs>
        <w:tab w:val="clear" w:pos="10319"/>
        <w:tab w:val="right" w:pos="9940"/>
      </w:tabs>
      <w:ind w:right="-1661"/>
    </w:pPr>
  </w:style>
  <w:style w:type="character" w:styleId="Hyperlink">
    <w:name w:val="Hyperlink"/>
    <w:basedOn w:val="DefaultParagraphFont"/>
    <w:uiPriority w:val="99"/>
    <w:rsid w:val="00B23F96"/>
    <w:rPr>
      <w:color w:val="117479" w:themeColor="accent2"/>
      <w:u w:val="single"/>
    </w:rPr>
  </w:style>
  <w:style w:type="character" w:customStyle="1" w:styleId="Heading5Char">
    <w:name w:val="Heading 5 Char"/>
    <w:basedOn w:val="DefaultParagraphFont"/>
    <w:link w:val="Heading5"/>
    <w:uiPriority w:val="99"/>
    <w:semiHidden/>
    <w:rsid w:val="00160B66"/>
    <w:rPr>
      <w:rFonts w:ascii="Arial" w:hAnsi="Arial"/>
      <w:b/>
      <w:color w:val="3F3F3F" w:themeColor="text1"/>
      <w:sz w:val="22"/>
      <w:szCs w:val="22"/>
    </w:rPr>
  </w:style>
  <w:style w:type="table" w:styleId="TableGrid">
    <w:name w:val="Table Grid"/>
    <w:basedOn w:val="TableNormal"/>
    <w:rsid w:val="001429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BC57FE"/>
    <w:pPr>
      <w:spacing w:before="0" w:after="0" w:line="240" w:lineRule="auto"/>
    </w:pPr>
    <w:rPr>
      <w:sz w:val="18"/>
      <w:szCs w:val="20"/>
    </w:rPr>
  </w:style>
  <w:style w:type="character" w:customStyle="1" w:styleId="FootnoteTextChar">
    <w:name w:val="Footnote Text Char"/>
    <w:basedOn w:val="DefaultParagraphFont"/>
    <w:link w:val="FootnoteText"/>
    <w:uiPriority w:val="99"/>
    <w:rsid w:val="00BC57FE"/>
    <w:rPr>
      <w:rFonts w:ascii="Arial" w:hAnsi="Arial"/>
      <w:sz w:val="18"/>
    </w:rPr>
  </w:style>
  <w:style w:type="character" w:styleId="FootnoteReference">
    <w:name w:val="footnote reference"/>
    <w:basedOn w:val="DefaultParagraphFont"/>
    <w:uiPriority w:val="99"/>
    <w:rsid w:val="00843390"/>
    <w:rPr>
      <w:vertAlign w:val="superscript"/>
    </w:rPr>
  </w:style>
  <w:style w:type="paragraph" w:styleId="ListParagraph">
    <w:name w:val="List Paragraph"/>
    <w:basedOn w:val="Normal"/>
    <w:link w:val="ListParagraphChar"/>
    <w:uiPriority w:val="34"/>
    <w:qFormat/>
    <w:rsid w:val="00010D84"/>
    <w:pPr>
      <w:ind w:left="720"/>
    </w:pPr>
  </w:style>
  <w:style w:type="character" w:customStyle="1" w:styleId="Heading2Char">
    <w:name w:val="Heading 2 Char"/>
    <w:basedOn w:val="DefaultParagraphFont"/>
    <w:link w:val="Heading2"/>
    <w:uiPriority w:val="3"/>
    <w:rsid w:val="009843BA"/>
    <w:rPr>
      <w:rFonts w:asciiTheme="majorHAnsi" w:hAnsiTheme="majorHAnsi"/>
      <w:b/>
      <w:color w:val="117479" w:themeColor="accent2"/>
      <w:sz w:val="24"/>
      <w:szCs w:val="44"/>
    </w:rPr>
  </w:style>
  <w:style w:type="paragraph" w:styleId="TOC1">
    <w:name w:val="toc 1"/>
    <w:basedOn w:val="Normal"/>
    <w:next w:val="Normal"/>
    <w:autoRedefine/>
    <w:uiPriority w:val="39"/>
    <w:rsid w:val="00087D4E"/>
    <w:pPr>
      <w:pBdr>
        <w:bottom w:val="single" w:sz="24" w:space="6" w:color="20B9A3" w:themeColor="background2"/>
        <w:between w:val="single" w:sz="24" w:space="1" w:color="20B9A3" w:themeColor="background2"/>
      </w:pBdr>
      <w:tabs>
        <w:tab w:val="right" w:pos="6577"/>
      </w:tabs>
      <w:spacing w:before="240" w:line="240" w:lineRule="auto"/>
      <w:ind w:right="1758"/>
    </w:pPr>
    <w:rPr>
      <w:b/>
      <w:noProof/>
      <w:color w:val="FFFFFF" w:themeColor="background1"/>
      <w:sz w:val="28"/>
    </w:rPr>
  </w:style>
  <w:style w:type="paragraph" w:styleId="TOC2">
    <w:name w:val="toc 2"/>
    <w:basedOn w:val="Normal"/>
    <w:next w:val="Normal"/>
    <w:autoRedefine/>
    <w:uiPriority w:val="39"/>
    <w:semiHidden/>
    <w:rsid w:val="00135B7E"/>
    <w:pPr>
      <w:tabs>
        <w:tab w:val="right" w:leader="dot" w:pos="7643"/>
      </w:tabs>
      <w:spacing w:before="60" w:after="60" w:line="240" w:lineRule="auto"/>
      <w:ind w:right="567"/>
    </w:pPr>
    <w:rPr>
      <w:noProof/>
    </w:rPr>
  </w:style>
  <w:style w:type="paragraph" w:customStyle="1" w:styleId="TableText">
    <w:name w:val="Table Text"/>
    <w:basedOn w:val="Normal"/>
    <w:uiPriority w:val="49"/>
    <w:qFormat/>
    <w:rsid w:val="00DB5773"/>
    <w:pPr>
      <w:spacing w:after="80" w:line="240" w:lineRule="auto"/>
    </w:pPr>
  </w:style>
  <w:style w:type="character" w:styleId="Emphasis">
    <w:name w:val="Emphasis"/>
    <w:basedOn w:val="DefaultParagraphFont"/>
    <w:uiPriority w:val="1"/>
    <w:rsid w:val="00D92300"/>
    <w:rPr>
      <w:i/>
      <w:iCs/>
    </w:rPr>
  </w:style>
  <w:style w:type="character" w:customStyle="1" w:styleId="Heading6Char">
    <w:name w:val="Heading 6 Char"/>
    <w:basedOn w:val="DefaultParagraphFont"/>
    <w:link w:val="Heading6"/>
    <w:uiPriority w:val="99"/>
    <w:semiHidden/>
    <w:rsid w:val="00160B66"/>
    <w:rPr>
      <w:rFonts w:ascii="Arial" w:hAnsi="Arial"/>
      <w:b/>
      <w:color w:val="3F3F3F" w:themeColor="text1"/>
      <w:szCs w:val="22"/>
    </w:rPr>
  </w:style>
  <w:style w:type="table" w:customStyle="1" w:styleId="DefaultTable">
    <w:name w:val="Default Table"/>
    <w:basedOn w:val="TableNormal"/>
    <w:uiPriority w:val="99"/>
    <w:rsid w:val="00DB5773"/>
    <w:tblPr>
      <w:tblStyleRowBandSize w:val="1"/>
      <w:tblBorders>
        <w:bottom w:val="single" w:sz="4" w:space="0" w:color="808080" w:themeColor="background1" w:themeShade="80"/>
        <w:insideH w:val="single" w:sz="4" w:space="0" w:color="808080" w:themeColor="background1" w:themeShade="80"/>
      </w:tblBorders>
      <w:tblCellMar>
        <w:left w:w="113" w:type="dxa"/>
        <w:bottom w:w="85" w:type="dxa"/>
        <w:right w:w="113" w:type="dxa"/>
      </w:tblCellMar>
    </w:tblPr>
    <w:trPr>
      <w:cantSplit/>
    </w:trPr>
    <w:tcPr>
      <w:shd w:val="clear" w:color="auto" w:fill="F2F2F2" w:themeFill="background1" w:themeFillShade="F2"/>
    </w:tcPr>
    <w:tblStylePr w:type="firstRow">
      <w:pPr>
        <w:jc w:val="left"/>
      </w:pPr>
      <w:rPr>
        <w:b/>
        <w:caps w:val="0"/>
        <w:smallCaps w:val="0"/>
        <w:color w:val="FFFFFF" w:themeColor="background1"/>
        <w:sz w:val="14"/>
      </w:rPr>
      <w:tblPr/>
      <w:tcPr>
        <w:tcBorders>
          <w:top w:val="single" w:sz="4" w:space="0" w:color="142E3B" w:themeColor="accent6"/>
          <w:bottom w:val="single" w:sz="4" w:space="0" w:color="142E3B" w:themeColor="accent6"/>
        </w:tcBorders>
        <w:shd w:val="clear" w:color="auto" w:fill="142E3B" w:themeFill="accent6"/>
      </w:tcPr>
    </w:tblStylePr>
    <w:tblStylePr w:type="firstCol">
      <w:rPr>
        <w:b w:val="0"/>
      </w:rPr>
      <w:tblPr/>
      <w:tcPr>
        <w:tcBorders>
          <w:top w:val="nil"/>
          <w:left w:val="nil"/>
          <w:bottom w:val="single" w:sz="4" w:space="0" w:color="808080" w:themeColor="background1" w:themeShade="80"/>
          <w:right w:val="nil"/>
          <w:insideH w:val="single" w:sz="4" w:space="0" w:color="808080" w:themeColor="background1" w:themeShade="80"/>
          <w:insideV w:val="nil"/>
          <w:tl2br w:val="nil"/>
          <w:tr2bl w:val="nil"/>
        </w:tcBorders>
        <w:shd w:val="clear" w:color="auto" w:fill="F2F2F2" w:themeFill="background1" w:themeFillShade="F2"/>
      </w:tcPr>
    </w:tblStylePr>
  </w:style>
  <w:style w:type="paragraph" w:styleId="TOCHeading">
    <w:name w:val="TOC Heading"/>
    <w:basedOn w:val="Heading1"/>
    <w:next w:val="Normal"/>
    <w:uiPriority w:val="39"/>
    <w:rsid w:val="00A10EDE"/>
    <w:pPr>
      <w:pBdr>
        <w:bottom w:val="none" w:sz="0" w:space="0" w:color="auto"/>
      </w:pBdr>
      <w:spacing w:after="720"/>
      <w:outlineLvl w:val="9"/>
    </w:pPr>
    <w:rPr>
      <w:rFonts w:eastAsiaTheme="majorEastAsia" w:cstheme="majorBidi"/>
      <w:bCs/>
      <w:color w:val="FFFFFF" w:themeColor="background1"/>
      <w:szCs w:val="28"/>
    </w:rPr>
  </w:style>
  <w:style w:type="paragraph" w:customStyle="1" w:styleId="SourceNotesText">
    <w:name w:val="Source/Notes Text"/>
    <w:basedOn w:val="Normal"/>
    <w:uiPriority w:val="50"/>
    <w:qFormat/>
    <w:rsid w:val="00BC57FE"/>
    <w:pPr>
      <w:spacing w:line="240" w:lineRule="auto"/>
    </w:pPr>
    <w:rPr>
      <w:sz w:val="18"/>
      <w:szCs w:val="16"/>
    </w:rPr>
  </w:style>
  <w:style w:type="character" w:styleId="Strong">
    <w:name w:val="Strong"/>
    <w:basedOn w:val="DefaultParagraphFont"/>
    <w:rsid w:val="00D45B67"/>
    <w:rPr>
      <w:b/>
      <w:bCs/>
    </w:rPr>
  </w:style>
  <w:style w:type="paragraph" w:customStyle="1" w:styleId="Intro">
    <w:name w:val="Intro"/>
    <w:basedOn w:val="Normal"/>
    <w:next w:val="Normal"/>
    <w:uiPriority w:val="4"/>
    <w:qFormat/>
    <w:rsid w:val="00991ACA"/>
    <w:pPr>
      <w:spacing w:after="240" w:line="360" w:lineRule="atLeast"/>
      <w:contextualSpacing/>
    </w:pPr>
    <w:rPr>
      <w:b/>
      <w:color w:val="auto"/>
      <w:sz w:val="28"/>
      <w:szCs w:val="30"/>
    </w:rPr>
  </w:style>
  <w:style w:type="paragraph" w:styleId="BalloonText">
    <w:name w:val="Balloon Text"/>
    <w:basedOn w:val="Normal"/>
    <w:link w:val="BalloonTextChar"/>
    <w:uiPriority w:val="99"/>
    <w:semiHidden/>
    <w:rsid w:val="001B5259"/>
    <w:rPr>
      <w:rFonts w:ascii="Tahoma" w:hAnsi="Tahoma" w:cs="Tahoma"/>
      <w:sz w:val="16"/>
      <w:szCs w:val="16"/>
    </w:rPr>
  </w:style>
  <w:style w:type="character" w:customStyle="1" w:styleId="BalloonTextChar">
    <w:name w:val="Balloon Text Char"/>
    <w:basedOn w:val="DefaultParagraphFont"/>
    <w:link w:val="BalloonText"/>
    <w:uiPriority w:val="99"/>
    <w:semiHidden/>
    <w:rsid w:val="00160B66"/>
    <w:rPr>
      <w:rFonts w:ascii="Tahoma" w:hAnsi="Tahoma" w:cs="Tahoma"/>
      <w:color w:val="3F3F3F" w:themeColor="text1"/>
      <w:sz w:val="16"/>
      <w:szCs w:val="16"/>
    </w:rPr>
  </w:style>
  <w:style w:type="paragraph" w:styleId="NoSpacing">
    <w:name w:val="No Spacing"/>
    <w:uiPriority w:val="1"/>
    <w:rsid w:val="00406578"/>
    <w:rPr>
      <w:rFonts w:ascii="Arial" w:hAnsi="Arial"/>
      <w:sz w:val="22"/>
      <w:szCs w:val="24"/>
    </w:rPr>
  </w:style>
  <w:style w:type="paragraph" w:styleId="EndnoteText">
    <w:name w:val="endnote text"/>
    <w:basedOn w:val="Normal"/>
    <w:link w:val="EndnoteTextChar"/>
    <w:uiPriority w:val="99"/>
    <w:semiHidden/>
    <w:rsid w:val="00EE265C"/>
    <w:rPr>
      <w:sz w:val="20"/>
      <w:szCs w:val="20"/>
    </w:rPr>
  </w:style>
  <w:style w:type="character" w:customStyle="1" w:styleId="EndnoteTextChar">
    <w:name w:val="Endnote Text Char"/>
    <w:basedOn w:val="DefaultParagraphFont"/>
    <w:link w:val="EndnoteText"/>
    <w:uiPriority w:val="99"/>
    <w:semiHidden/>
    <w:rsid w:val="00160B66"/>
    <w:rPr>
      <w:rFonts w:ascii="Arial" w:hAnsi="Arial"/>
      <w:color w:val="3F3F3F" w:themeColor="text1"/>
    </w:rPr>
  </w:style>
  <w:style w:type="character" w:styleId="EndnoteReference">
    <w:name w:val="endnote reference"/>
    <w:basedOn w:val="DefaultParagraphFont"/>
    <w:uiPriority w:val="99"/>
    <w:semiHidden/>
    <w:rsid w:val="00EE265C"/>
    <w:rPr>
      <w:vertAlign w:val="superscript"/>
    </w:rPr>
  </w:style>
  <w:style w:type="character" w:styleId="FollowedHyperlink">
    <w:name w:val="FollowedHyperlink"/>
    <w:basedOn w:val="DefaultParagraphFont"/>
    <w:uiPriority w:val="99"/>
    <w:semiHidden/>
    <w:rsid w:val="000E39EF"/>
    <w:rPr>
      <w:color w:val="117479" w:themeColor="followedHyperlink"/>
      <w:u w:val="single"/>
    </w:rPr>
  </w:style>
  <w:style w:type="paragraph" w:styleId="Subtitle">
    <w:name w:val="Subtitle"/>
    <w:basedOn w:val="Normal"/>
    <w:link w:val="SubtitleChar"/>
    <w:uiPriority w:val="41"/>
    <w:rsid w:val="00F76137"/>
    <w:pPr>
      <w:numPr>
        <w:ilvl w:val="1"/>
      </w:numPr>
      <w:spacing w:before="0" w:after="0" w:line="240" w:lineRule="auto"/>
    </w:pPr>
    <w:rPr>
      <w:rFonts w:asciiTheme="majorHAnsi" w:eastAsiaTheme="majorEastAsia" w:hAnsiTheme="majorHAnsi" w:cstheme="majorBidi"/>
      <w:iCs/>
      <w:sz w:val="32"/>
    </w:rPr>
  </w:style>
  <w:style w:type="character" w:customStyle="1" w:styleId="SubtitleChar">
    <w:name w:val="Subtitle Char"/>
    <w:basedOn w:val="DefaultParagraphFont"/>
    <w:link w:val="Subtitle"/>
    <w:uiPriority w:val="41"/>
    <w:rsid w:val="00F76137"/>
    <w:rPr>
      <w:rFonts w:asciiTheme="majorHAnsi" w:eastAsiaTheme="majorEastAsia" w:hAnsiTheme="majorHAnsi" w:cstheme="majorBidi"/>
      <w:iCs/>
      <w:color w:val="3F3F3F" w:themeColor="text1"/>
      <w:sz w:val="32"/>
      <w:szCs w:val="24"/>
    </w:rPr>
  </w:style>
  <w:style w:type="paragraph" w:customStyle="1" w:styleId="TableHeading">
    <w:name w:val="Table Heading"/>
    <w:basedOn w:val="Normal"/>
    <w:uiPriority w:val="49"/>
    <w:qFormat/>
    <w:rsid w:val="00E43E48"/>
    <w:pPr>
      <w:spacing w:after="80" w:line="240" w:lineRule="auto"/>
    </w:pPr>
    <w:rPr>
      <w:color w:val="FFFFFF" w:themeColor="background1"/>
    </w:rPr>
  </w:style>
  <w:style w:type="paragraph" w:customStyle="1" w:styleId="FigureHeading">
    <w:name w:val="Figure Heading"/>
    <w:basedOn w:val="Normal"/>
    <w:next w:val="Normal"/>
    <w:uiPriority w:val="48"/>
    <w:qFormat/>
    <w:rsid w:val="004061B4"/>
    <w:pPr>
      <w:keepNext/>
      <w:keepLines/>
      <w:numPr>
        <w:numId w:val="3"/>
      </w:numPr>
      <w:tabs>
        <w:tab w:val="left" w:pos="907"/>
      </w:tabs>
      <w:spacing w:before="240"/>
      <w:contextualSpacing/>
    </w:pPr>
    <w:rPr>
      <w:b/>
      <w:color w:val="auto"/>
      <w:sz w:val="24"/>
    </w:rPr>
  </w:style>
  <w:style w:type="character" w:customStyle="1" w:styleId="UnresolvedMention">
    <w:name w:val="Unresolved Mention"/>
    <w:basedOn w:val="DefaultParagraphFont"/>
    <w:uiPriority w:val="99"/>
    <w:semiHidden/>
    <w:unhideWhenUsed/>
    <w:rsid w:val="00B23F96"/>
    <w:rPr>
      <w:color w:val="808080"/>
      <w:shd w:val="clear" w:color="auto" w:fill="E6E6E6"/>
    </w:rPr>
  </w:style>
  <w:style w:type="paragraph" w:customStyle="1" w:styleId="DisclaimerH1">
    <w:name w:val="Disclaimer H1"/>
    <w:next w:val="Normal"/>
    <w:uiPriority w:val="99"/>
    <w:rsid w:val="001936A7"/>
    <w:pPr>
      <w:pBdr>
        <w:bottom w:val="single" w:sz="24" w:space="31" w:color="20B9A3" w:themeColor="background2"/>
      </w:pBdr>
      <w:spacing w:after="360"/>
      <w:contextualSpacing/>
    </w:pPr>
    <w:rPr>
      <w:rFonts w:asciiTheme="majorHAnsi" w:hAnsiTheme="majorHAnsi"/>
      <w:b/>
      <w:color w:val="F2F2F2" w:themeColor="background1" w:themeShade="F2"/>
      <w:sz w:val="186"/>
      <w:szCs w:val="186"/>
    </w:rPr>
  </w:style>
  <w:style w:type="paragraph" w:customStyle="1" w:styleId="DisclaimerH2">
    <w:name w:val="Disclaimer H2"/>
    <w:basedOn w:val="Normal"/>
    <w:next w:val="Normal"/>
    <w:uiPriority w:val="99"/>
    <w:rsid w:val="00C26A06"/>
    <w:pPr>
      <w:spacing w:before="240"/>
      <w:contextualSpacing/>
    </w:pPr>
    <w:rPr>
      <w:b/>
      <w:color w:val="117479" w:themeColor="accent2"/>
      <w:sz w:val="24"/>
    </w:rPr>
  </w:style>
  <w:style w:type="paragraph" w:customStyle="1" w:styleId="BackPageH1">
    <w:name w:val="Back Page H1"/>
    <w:basedOn w:val="Normal"/>
    <w:next w:val="Normal"/>
    <w:uiPriority w:val="99"/>
    <w:rsid w:val="00F202CA"/>
    <w:pPr>
      <w:spacing w:before="720" w:after="6000" w:line="240" w:lineRule="auto"/>
      <w:contextualSpacing/>
    </w:pPr>
    <w:rPr>
      <w:sz w:val="48"/>
      <w:szCs w:val="48"/>
    </w:rPr>
  </w:style>
  <w:style w:type="paragraph" w:customStyle="1" w:styleId="BackPageH2">
    <w:name w:val="Back Page H2"/>
    <w:basedOn w:val="Normal"/>
    <w:uiPriority w:val="99"/>
    <w:rsid w:val="004A4D74"/>
    <w:rPr>
      <w:b/>
    </w:rPr>
  </w:style>
  <w:style w:type="character" w:styleId="PageNumber">
    <w:name w:val="page number"/>
    <w:basedOn w:val="DefaultParagraphFont"/>
    <w:semiHidden/>
    <w:unhideWhenUsed/>
    <w:rsid w:val="005F219D"/>
    <w:rPr>
      <w:rFonts w:asciiTheme="minorHAnsi" w:hAnsiTheme="minorHAnsi"/>
      <w:b/>
      <w:color w:val="117479" w:themeColor="accent2"/>
      <w:sz w:val="16"/>
    </w:rPr>
  </w:style>
  <w:style w:type="paragraph" w:customStyle="1" w:styleId="LargeH1">
    <w:name w:val="Large H1"/>
    <w:basedOn w:val="Heading1"/>
    <w:next w:val="Normal"/>
    <w:uiPriority w:val="2"/>
    <w:qFormat/>
    <w:rsid w:val="009843BA"/>
    <w:rPr>
      <w:sz w:val="186"/>
      <w:szCs w:val="186"/>
    </w:rPr>
  </w:style>
  <w:style w:type="paragraph" w:styleId="ListNumber">
    <w:name w:val="List Number"/>
    <w:basedOn w:val="Normal"/>
    <w:uiPriority w:val="5"/>
    <w:qFormat/>
    <w:rsid w:val="00BA3176"/>
    <w:pPr>
      <w:numPr>
        <w:numId w:val="2"/>
      </w:numPr>
      <w:ind w:left="357" w:hanging="357"/>
    </w:pPr>
  </w:style>
  <w:style w:type="paragraph" w:customStyle="1" w:styleId="LargeTitle">
    <w:name w:val="Large Title"/>
    <w:basedOn w:val="Title"/>
    <w:uiPriority w:val="40"/>
    <w:rsid w:val="00F76137"/>
    <w:pPr>
      <w:spacing w:after="480"/>
    </w:pPr>
    <w:rPr>
      <w:sz w:val="130"/>
      <w:szCs w:val="130"/>
    </w:rPr>
  </w:style>
  <w:style w:type="character" w:styleId="CommentReference">
    <w:name w:val="annotation reference"/>
    <w:basedOn w:val="DefaultParagraphFont"/>
    <w:uiPriority w:val="99"/>
    <w:semiHidden/>
    <w:unhideWhenUsed/>
    <w:rsid w:val="009C705A"/>
    <w:rPr>
      <w:sz w:val="16"/>
      <w:szCs w:val="16"/>
    </w:rPr>
  </w:style>
  <w:style w:type="paragraph" w:styleId="Date">
    <w:name w:val="Date"/>
    <w:aliases w:val="Date &amp; Web"/>
    <w:basedOn w:val="Normal"/>
    <w:next w:val="Normal"/>
    <w:link w:val="DateChar"/>
    <w:uiPriority w:val="42"/>
    <w:rsid w:val="006E2C89"/>
    <w:pPr>
      <w:spacing w:line="240" w:lineRule="auto"/>
      <w:contextualSpacing/>
    </w:pPr>
    <w:rPr>
      <w:b/>
      <w:color w:val="000000" w:themeColor="text2"/>
    </w:rPr>
  </w:style>
  <w:style w:type="character" w:customStyle="1" w:styleId="DateChar">
    <w:name w:val="Date Char"/>
    <w:aliases w:val="Date &amp; Web Char"/>
    <w:basedOn w:val="DefaultParagraphFont"/>
    <w:link w:val="Date"/>
    <w:uiPriority w:val="42"/>
    <w:rsid w:val="006E2C89"/>
    <w:rPr>
      <w:rFonts w:asciiTheme="minorHAnsi" w:hAnsiTheme="minorHAnsi"/>
      <w:b/>
      <w:color w:val="000000" w:themeColor="text2"/>
      <w:sz w:val="22"/>
      <w:szCs w:val="24"/>
    </w:rPr>
  </w:style>
  <w:style w:type="paragraph" w:styleId="CommentText">
    <w:name w:val="annotation text"/>
    <w:basedOn w:val="Normal"/>
    <w:link w:val="CommentTextChar"/>
    <w:uiPriority w:val="99"/>
    <w:semiHidden/>
    <w:unhideWhenUsed/>
    <w:rsid w:val="009C705A"/>
    <w:pPr>
      <w:spacing w:line="240" w:lineRule="auto"/>
    </w:pPr>
    <w:rPr>
      <w:sz w:val="20"/>
      <w:szCs w:val="20"/>
    </w:rPr>
  </w:style>
  <w:style w:type="character" w:customStyle="1" w:styleId="CommentTextChar">
    <w:name w:val="Comment Text Char"/>
    <w:basedOn w:val="DefaultParagraphFont"/>
    <w:link w:val="CommentText"/>
    <w:uiPriority w:val="99"/>
    <w:semiHidden/>
    <w:rsid w:val="009C705A"/>
    <w:rPr>
      <w:rFonts w:asciiTheme="minorHAnsi" w:hAnsiTheme="minorHAnsi"/>
      <w:color w:val="3F3F3F" w:themeColor="text1"/>
    </w:rPr>
  </w:style>
  <w:style w:type="paragraph" w:styleId="CommentSubject">
    <w:name w:val="annotation subject"/>
    <w:basedOn w:val="CommentText"/>
    <w:next w:val="CommentText"/>
    <w:link w:val="CommentSubjectChar"/>
    <w:uiPriority w:val="99"/>
    <w:semiHidden/>
    <w:unhideWhenUsed/>
    <w:rsid w:val="009C705A"/>
    <w:rPr>
      <w:b/>
      <w:bCs/>
    </w:rPr>
  </w:style>
  <w:style w:type="character" w:customStyle="1" w:styleId="CommentSubjectChar">
    <w:name w:val="Comment Subject Char"/>
    <w:basedOn w:val="CommentTextChar"/>
    <w:link w:val="CommentSubject"/>
    <w:uiPriority w:val="99"/>
    <w:semiHidden/>
    <w:rsid w:val="009C705A"/>
    <w:rPr>
      <w:rFonts w:asciiTheme="minorHAnsi" w:hAnsiTheme="minorHAnsi"/>
      <w:b/>
      <w:bCs/>
      <w:color w:val="3F3F3F" w:themeColor="text1"/>
    </w:rPr>
  </w:style>
  <w:style w:type="character" w:customStyle="1" w:styleId="TitleChar">
    <w:name w:val="Title Char"/>
    <w:aliases w:val="Small Title Char"/>
    <w:basedOn w:val="DefaultParagraphFont"/>
    <w:link w:val="Title"/>
    <w:uiPriority w:val="40"/>
    <w:rsid w:val="007D0FC7"/>
    <w:rPr>
      <w:rFonts w:asciiTheme="majorHAnsi" w:hAnsiTheme="majorHAnsi" w:cs="Arial"/>
      <w:b/>
      <w:bCs/>
      <w:kern w:val="28"/>
      <w:sz w:val="70"/>
      <w:szCs w:val="32"/>
    </w:rPr>
  </w:style>
  <w:style w:type="character" w:customStyle="1" w:styleId="ListParagraphChar">
    <w:name w:val="List Paragraph Char"/>
    <w:basedOn w:val="DefaultParagraphFont"/>
    <w:link w:val="ListParagraph"/>
    <w:uiPriority w:val="34"/>
    <w:rsid w:val="001061CA"/>
    <w:rPr>
      <w:rFonts w:asciiTheme="minorHAnsi" w:hAnsiTheme="minorHAnsi"/>
      <w:color w:val="3F3F3F" w:themeColor="text1"/>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321943">
      <w:bodyDiv w:val="1"/>
      <w:marLeft w:val="0"/>
      <w:marRight w:val="0"/>
      <w:marTop w:val="0"/>
      <w:marBottom w:val="0"/>
      <w:divBdr>
        <w:top w:val="none" w:sz="0" w:space="0" w:color="auto"/>
        <w:left w:val="none" w:sz="0" w:space="0" w:color="auto"/>
        <w:bottom w:val="none" w:sz="0" w:space="0" w:color="auto"/>
        <w:right w:val="none" w:sz="0" w:space="0" w:color="auto"/>
      </w:divBdr>
    </w:div>
    <w:div w:id="1276862347">
      <w:bodyDiv w:val="1"/>
      <w:marLeft w:val="0"/>
      <w:marRight w:val="0"/>
      <w:marTop w:val="0"/>
      <w:marBottom w:val="0"/>
      <w:divBdr>
        <w:top w:val="none" w:sz="0" w:space="0" w:color="auto"/>
        <w:left w:val="none" w:sz="0" w:space="0" w:color="auto"/>
        <w:bottom w:val="none" w:sz="0" w:space="0" w:color="auto"/>
        <w:right w:val="none" w:sz="0" w:space="0" w:color="auto"/>
      </w:divBdr>
    </w:div>
    <w:div w:id="1455177061">
      <w:bodyDiv w:val="1"/>
      <w:marLeft w:val="0"/>
      <w:marRight w:val="0"/>
      <w:marTop w:val="0"/>
      <w:marBottom w:val="0"/>
      <w:divBdr>
        <w:top w:val="none" w:sz="0" w:space="0" w:color="auto"/>
        <w:left w:val="none" w:sz="0" w:space="0" w:color="auto"/>
        <w:bottom w:val="none" w:sz="0" w:space="0" w:color="auto"/>
        <w:right w:val="none" w:sz="0" w:space="0" w:color="auto"/>
      </w:divBdr>
    </w:div>
    <w:div w:id="2057385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BETA">
      <a:dk1>
        <a:srgbClr val="3F3F3F"/>
      </a:dk1>
      <a:lt1>
        <a:sysClr val="window" lastClr="FFFFFF"/>
      </a:lt1>
      <a:dk2>
        <a:srgbClr val="000000"/>
      </a:dk2>
      <a:lt2>
        <a:srgbClr val="20B9A3"/>
      </a:lt2>
      <a:accent1>
        <a:srgbClr val="2158A8"/>
      </a:accent1>
      <a:accent2>
        <a:srgbClr val="117479"/>
      </a:accent2>
      <a:accent3>
        <a:srgbClr val="8D734A"/>
      </a:accent3>
      <a:accent4>
        <a:srgbClr val="9F2234"/>
      </a:accent4>
      <a:accent5>
        <a:srgbClr val="6D6E71"/>
      </a:accent5>
      <a:accent6>
        <a:srgbClr val="142E3B"/>
      </a:accent6>
      <a:hlink>
        <a:srgbClr val="117479"/>
      </a:hlink>
      <a:folHlink>
        <a:srgbClr val="117479"/>
      </a:folHlink>
    </a:clrScheme>
    <a:fontScheme name="BETA">
      <a:majorFont>
        <a:latin typeface="Helvetica"/>
        <a:ea typeface=""/>
        <a:cs typeface=""/>
      </a:majorFont>
      <a:minorFont>
        <a:latin typeface="Helvetic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nRecordJustification xmlns="685f9fda-bd71-4433-b331-92feb9553089">None</NonRecordJustification>
    <mc5611b894cf49d8aeeb8ebf39dc09bc xmlns="166541c0-0594-4e6a-9105-c24d4b6de6f7">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9c49a7c7-17c7-412f-8077-62dec89b9196</TermId>
        </TermInfo>
      </Terms>
    </mc5611b894cf49d8aeeb8ebf39dc09bc>
    <ShareHubID xmlns="166541c0-0594-4e6a-9105-c24d4b6de6f7">DOC18-428569</ShareHubID>
    <TaxCatchAll xmlns="166541c0-0594-4e6a-9105-c24d4b6de6f7">
      <Value>1</Value>
    </TaxCatchAll>
    <PMCNotes xmlns="166541c0-0594-4e6a-9105-c24d4b6de6f7" xsi:nil="true"/>
    <jd1c641577414dfdab1686c9d5d0dbd0 xmlns="166541c0-0594-4e6a-9105-c24d4b6de6f7">
      <Terms xmlns="http://schemas.microsoft.com/office/infopath/2007/PartnerControls"/>
    </jd1c641577414dfdab1686c9d5d0dbd0>
    <hc4a8f51d7584793bcee84017ea96cb3 xmlns="166541c0-0594-4e6a-9105-c24d4b6de6f7">
      <Terms xmlns="http://schemas.microsoft.com/office/infopath/2007/PartnerControls"/>
    </hc4a8f51d7584793bcee84017ea96cb3>
  </documentManagement>
</p:properties>
</file>

<file path=customXml/item4.xml><?xml version="1.0" encoding="utf-8"?>
<ct:contentTypeSchema xmlns:ct="http://schemas.microsoft.com/office/2006/metadata/contentType" xmlns:ma="http://schemas.microsoft.com/office/2006/metadata/properties/metaAttributes" ct:_="" ma:_="" ma:contentTypeName="PMC Document" ma:contentTypeID="0x0101002825A64A6E1845A99A9D8EE8A5686ECB009B58D7D72C3ED54C851955501673F8AC" ma:contentTypeVersion="11" ma:contentTypeDescription="PMC Document" ma:contentTypeScope="" ma:versionID="dce88d5783c8e6ea69d4384014b5f83d">
  <xsd:schema xmlns:xsd="http://www.w3.org/2001/XMLSchema" xmlns:xs="http://www.w3.org/2001/XMLSchema" xmlns:p="http://schemas.microsoft.com/office/2006/metadata/properties" xmlns:ns1="166541c0-0594-4e6a-9105-c24d4b6de6f7" xmlns:ns3="685f9fda-bd71-4433-b331-92feb9553089" targetNamespace="http://schemas.microsoft.com/office/2006/metadata/properties" ma:root="true" ma:fieldsID="35b41bab6e866c3568f1ad78d1998483" ns1:_="" ns3:_="">
    <xsd:import namespace="166541c0-0594-4e6a-9105-c24d4b6de6f7"/>
    <xsd:import namespace="685f9fda-bd71-4433-b331-92feb9553089"/>
    <xsd:element name="properties">
      <xsd:complexType>
        <xsd:sequence>
          <xsd:element name="documentManagement">
            <xsd:complexType>
              <xsd:all>
                <xsd:element ref="ns1:ShareHubID" minOccurs="0"/>
                <xsd:element ref="ns3:NonRecordJustification"/>
                <xsd:element ref="ns1:PMCNotes" minOccurs="0"/>
                <xsd:element ref="ns1:mc5611b894cf49d8aeeb8ebf39dc09bc" minOccurs="0"/>
                <xsd:element ref="ns1:TaxCatchAll" minOccurs="0"/>
                <xsd:element ref="ns1:TaxCatchAllLabel" minOccurs="0"/>
                <xsd:element ref="ns1:jd1c641577414dfdab1686c9d5d0dbd0" minOccurs="0"/>
                <xsd:element ref="ns1:SharedWithUsers" minOccurs="0"/>
                <xsd:element ref="ns1:hc4a8f51d7584793bcee84017ea96cb3"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6541c0-0594-4e6a-9105-c24d4b6de6f7" elementFormDefault="qualified">
    <xsd:import namespace="http://schemas.microsoft.com/office/2006/documentManagement/types"/>
    <xsd:import namespace="http://schemas.microsoft.com/office/infopath/2007/PartnerControls"/>
    <xsd:element name="ShareHubID" ma:index="0" nillable="true" ma:displayName="Record ID" ma:indexed="true" ma:internalName="ShareHubID">
      <xsd:simpleType>
        <xsd:restriction base="dms:Text">
          <xsd:maxLength value="255"/>
        </xsd:restriction>
      </xsd:simpleType>
    </xsd:element>
    <xsd:element name="PMCNotes" ma:index="6" nillable="true" ma:displayName="Notes" ma:internalName="PMCNotes">
      <xsd:simpleType>
        <xsd:restriction base="dms:Note">
          <xsd:maxLength value="255"/>
        </xsd:restriction>
      </xsd:simpleType>
    </xsd:element>
    <xsd:element name="mc5611b894cf49d8aeeb8ebf39dc09bc" ma:index="8" ma:taxonomy="true" ma:internalName="mc5611b894cf49d8aeeb8ebf39dc09bc" ma:taxonomyFieldName="HPRMSecurityLevel" ma:displayName="Security Level" ma:default="1;#UNCLASSIFIED|9c49a7c7-17c7-412f-8077-62dec89b9196" ma:fieldId="{6c5611b8-94cf-49d8-aeeb-8ebf39dc09bc}" ma:sspId="fdd71c70-8dda-4116-8995-314ca52d638a" ma:termSetId="ad616a2a-2f34-42df-868f-846f11d5d89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ea88e85-05a7-4360-91dc-760ce9bb3d8d}" ma:internalName="TaxCatchAll" ma:showField="CatchAllData"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ea88e85-05a7-4360-91dc-760ce9bb3d8d}" ma:internalName="TaxCatchAllLabel" ma:readOnly="true" ma:showField="CatchAllDataLabel" ma:web="166541c0-0594-4e6a-9105-c24d4b6de6f7">
      <xsd:complexType>
        <xsd:complexContent>
          <xsd:extension base="dms:MultiChoiceLookup">
            <xsd:sequence>
              <xsd:element name="Value" type="dms:Lookup" maxOccurs="unbounded" minOccurs="0" nillable="true"/>
            </xsd:sequence>
          </xsd:extension>
        </xsd:complexContent>
      </xsd:complexType>
    </xsd:element>
    <xsd:element name="jd1c641577414dfdab1686c9d5d0dbd0" ma:index="12" nillable="true" ma:taxonomy="true" ma:internalName="jd1c641577414dfdab1686c9d5d0dbd0" ma:taxonomyFieldName="HPRMSecurityCaveat" ma:displayName="DLM" ma:fieldId="{3d1c6415-7741-4dfd-ab16-86c9d5d0dbd0}" ma:taxonomyMulti="true" ma:sspId="fdd71c70-8dda-4116-8995-314ca52d638a" ma:termSetId="4779c3b8-a320-4a06-b8c8-666ff4292a5a" ma:anchorId="00000000-0000-0000-0000-000000000000" ma:open="false" ma:isKeyword="false">
      <xsd:complexType>
        <xsd:sequence>
          <xsd:element ref="pc:Terms" minOccurs="0" maxOccurs="1"/>
        </xsd:sequence>
      </xsd:complexType>
    </xsd:element>
    <xsd:element name="SharedWithUsers" ma:index="17"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hc4a8f51d7584793bcee84017ea96cb3" ma:index="18" nillable="true" ma:taxonomy="true" ma:internalName="hc4a8f51d7584793bcee84017ea96cb3" ma:taxonomyFieldName="ESearchTags" ma:displayName="Tags" ma:fieldId="{1c4a8f51-d758-4793-bcee-84017ea96cb3}" ma:taxonomyMulti="true" ma:sspId="fdd71c70-8dda-4116-8995-314ca52d638a" ma:termSetId="8f252924-ebd5-4b35-b39d-81596a6204b5" ma:anchorId="00000000-0000-0000-0000-000000000000"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85f9fda-bd71-4433-b331-92feb9553089" elementFormDefault="qualified">
    <xsd:import namespace="http://schemas.microsoft.com/office/2006/documentManagement/types"/>
    <xsd:import namespace="http://schemas.microsoft.com/office/infopath/2007/PartnerControls"/>
    <xsd:element name="NonRecordJustification" ma:index="5" ma:displayName="Non-record justification" ma:default="None" ma:format="Dropdown" ma:internalName="NonRecordJustification">
      <xsd:simpleType>
        <xsd:restriction base="dms:Choice">
          <xsd:enumeration value="None"/>
          <xsd:enumeration value="Not defined as a record under the Archives Act of 1983"/>
          <xsd:enumeration value="Duplicate or low value item"/>
          <xsd:enumeration value="Superced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57BB13-D1BD-435C-89CB-85364909B145}"/>
</file>

<file path=customXml/itemProps2.xml><?xml version="1.0" encoding="utf-8"?>
<ds:datastoreItem xmlns:ds="http://schemas.openxmlformats.org/officeDocument/2006/customXml" ds:itemID="{88A55501-9218-4D03-B4AB-1C93765039A9}"/>
</file>

<file path=customXml/itemProps3.xml><?xml version="1.0" encoding="utf-8"?>
<ds:datastoreItem xmlns:ds="http://schemas.openxmlformats.org/officeDocument/2006/customXml" ds:itemID="{FC9244B2-0D0C-4851-B9FD-1A50C085615B}"/>
</file>

<file path=customXml/itemProps4.xml><?xml version="1.0" encoding="utf-8"?>
<ds:datastoreItem xmlns:ds="http://schemas.openxmlformats.org/officeDocument/2006/customXml" ds:itemID="{9DF1CF31-6462-43B0-9035-7EE9400E589F}"/>
</file>

<file path=docProps/app.xml><?xml version="1.0" encoding="utf-8"?>
<Properties xmlns="http://schemas.openxmlformats.org/officeDocument/2006/extended-properties" xmlns:vt="http://schemas.openxmlformats.org/officeDocument/2006/docPropsVTypes">
  <Template>92151C25</Template>
  <TotalTime>0</TotalTime>
  <Pages>5</Pages>
  <Words>1226</Words>
  <Characters>6412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Fit the Bill: Analysis Plan</dc:title>
  <dc:creator>Department of the Prime Minister &amp; Cabinet</dc:creator>
  <cp:lastModifiedBy/>
  <cp:revision>1</cp:revision>
  <dcterms:created xsi:type="dcterms:W3CDTF">2018-11-21T05:32:00Z</dcterms:created>
  <dcterms:modified xsi:type="dcterms:W3CDTF">2018-12-07T01:22:00Z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0x0101002825A64A6E1845A99A9D8EE8A5686ECB009B58D7D72C3ED54C851955501673F8AC</vt:lpwstr>
  </property>
  <property fmtid="{D5CDD505-2E9C-101B-9397-08002B2CF9AE}" pid="3" name="HPRMSecurityLevel">
    <vt:lpwstr>1;#UNCLASSIFIED|9c49a7c7-17c7-412f-8077-62dec89b9196</vt:lpwstr>
  </property>
  <property fmtid="{D5CDD505-2E9C-101B-9397-08002B2CF9AE}" pid="4" name="HPRMSecurityCaveat">
    <vt:lpwstr/>
  </property>
  <property fmtid="{D5CDD505-2E9C-101B-9397-08002B2CF9AE}" pid="5" name="ESearchTags">
    <vt:lpwstr/>
  </property>
  <property fmtid="{D5CDD505-2E9C-101B-9397-08002B2CF9AE}" pid="6" name="PMC.ESearch.TagGeneratedTime">
    <vt:lpwstr>2018-12-14T15:02:26</vt:lpwstr>
  </property>
</Properties>
</file>